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17BFF87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töövõtja,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1CF7E2D6"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C014E0">
        <w:rPr>
          <w:rFonts w:ascii="Times New Roman" w:hAnsi="Times New Roman" w:cs="Times New Roman"/>
          <w:sz w:val="24"/>
          <w:szCs w:val="24"/>
        </w:rPr>
        <w:t>.2927</w:t>
      </w:r>
      <w:r w:rsidRPr="00CD01B9">
        <w:rPr>
          <w:rFonts w:ascii="Times New Roman" w:hAnsi="Times New Roman" w:cs="Times New Roman"/>
          <w:sz w:val="24"/>
          <w:szCs w:val="24"/>
        </w:rPr>
        <w:t xml:space="preserve"> „</w:t>
      </w:r>
      <w:r w:rsidR="007C177D" w:rsidRPr="007C177D">
        <w:rPr>
          <w:rFonts w:ascii="Times New Roman" w:hAnsi="Times New Roman" w:cs="Times New Roman"/>
          <w:bCs/>
          <w:i/>
          <w:sz w:val="24"/>
          <w:szCs w:val="24"/>
        </w:rPr>
        <w:t xml:space="preserve">Aasakaasiku ja </w:t>
      </w:r>
      <w:proofErr w:type="spellStart"/>
      <w:r w:rsidR="007C177D" w:rsidRPr="007C177D">
        <w:rPr>
          <w:rFonts w:ascii="Times New Roman" w:hAnsi="Times New Roman" w:cs="Times New Roman"/>
          <w:bCs/>
          <w:i/>
          <w:sz w:val="24"/>
          <w:szCs w:val="24"/>
        </w:rPr>
        <w:t>Soontagana</w:t>
      </w:r>
      <w:proofErr w:type="spellEnd"/>
      <w:r w:rsidR="007C177D" w:rsidRPr="007C177D">
        <w:rPr>
          <w:rFonts w:ascii="Times New Roman" w:hAnsi="Times New Roman" w:cs="Times New Roman"/>
          <w:bCs/>
          <w:i/>
          <w:sz w:val="24"/>
          <w:szCs w:val="24"/>
        </w:rPr>
        <w:t xml:space="preserve"> </w:t>
      </w:r>
      <w:r w:rsidR="006222B8" w:rsidRPr="006222B8">
        <w:rPr>
          <w:rFonts w:ascii="Times New Roman" w:hAnsi="Times New Roman" w:cs="Times New Roman"/>
          <w:bCs/>
          <w:i/>
          <w:sz w:val="24"/>
          <w:szCs w:val="24"/>
        </w:rPr>
        <w:t>maaparandussüsteemi</w:t>
      </w:r>
      <w:r w:rsidR="00F723B3">
        <w:rPr>
          <w:rFonts w:ascii="Times New Roman" w:hAnsi="Times New Roman" w:cs="Times New Roman"/>
          <w:bCs/>
          <w:i/>
          <w:sz w:val="24"/>
          <w:szCs w:val="24"/>
        </w:rPr>
        <w:t xml:space="preserve"> </w:t>
      </w:r>
      <w:r w:rsidR="006222B8" w:rsidRPr="006222B8">
        <w:rPr>
          <w:rFonts w:ascii="Times New Roman" w:hAnsi="Times New Roman" w:cs="Times New Roman"/>
          <w:bCs/>
          <w:i/>
          <w:sz w:val="24"/>
          <w:szCs w:val="24"/>
        </w:rPr>
        <w:t>rekonstrueerimine</w:t>
      </w:r>
      <w:r w:rsidRPr="00CD01B9">
        <w:rPr>
          <w:rFonts w:ascii="Times New Roman" w:hAnsi="Times New Roman" w:cs="Times New Roman"/>
          <w:sz w:val="24"/>
          <w:szCs w:val="24"/>
        </w:rPr>
        <w:t>“ (viitenumber</w:t>
      </w:r>
      <w:r w:rsidR="00422005">
        <w:rPr>
          <w:rFonts w:ascii="Times New Roman" w:hAnsi="Times New Roman" w:cs="Times New Roman"/>
          <w:sz w:val="24"/>
          <w:szCs w:val="24"/>
        </w:rPr>
        <w:t xml:space="preserve"> </w:t>
      </w:r>
      <w:r w:rsidR="00C014E0">
        <w:rPr>
          <w:rFonts w:ascii="Times New Roman" w:hAnsi="Times New Roman" w:cs="Times New Roman"/>
          <w:sz w:val="24"/>
          <w:szCs w:val="24"/>
        </w:rPr>
        <w:t>270899</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48449191" w:rsidR="00720E3E" w:rsidRPr="00281267" w:rsidRDefault="008F71C4" w:rsidP="00281267">
      <w:pPr>
        <w:pStyle w:val="Pealkiri31"/>
        <w:tabs>
          <w:tab w:val="left" w:pos="567"/>
        </w:tabs>
        <w:spacing w:after="0" w:line="240" w:lineRule="auto"/>
        <w:ind w:left="0" w:firstLine="0"/>
        <w:jc w:val="both"/>
        <w:rPr>
          <w:rFonts w:ascii="Times New Roman" w:hAnsi="Times New Roman" w:cs="Times New Roman"/>
          <w:sz w:val="24"/>
          <w:szCs w:val="24"/>
        </w:rPr>
      </w:pPr>
      <w:bookmarkStart w:id="0" w:name="_Hlk145323264"/>
      <w:proofErr w:type="spellStart"/>
      <w:r w:rsidRPr="008F71C4">
        <w:rPr>
          <w:rFonts w:ascii="Times New Roman" w:hAnsi="Times New Roman" w:cs="Times New Roman"/>
          <w:sz w:val="24"/>
          <w:szCs w:val="24"/>
        </w:rPr>
        <w:t>Hetver</w:t>
      </w:r>
      <w:proofErr w:type="spellEnd"/>
      <w:r w:rsidRPr="008F71C4">
        <w:rPr>
          <w:rFonts w:ascii="Times New Roman" w:hAnsi="Times New Roman" w:cs="Times New Roman"/>
          <w:sz w:val="24"/>
          <w:szCs w:val="24"/>
        </w:rPr>
        <w:t xml:space="preserve"> OÜ poolt koostatud „</w:t>
      </w:r>
      <w:bookmarkStart w:id="1" w:name="_Hlk145323190"/>
      <w:r w:rsidRPr="008F71C4">
        <w:rPr>
          <w:rFonts w:ascii="Times New Roman" w:hAnsi="Times New Roman" w:cs="Times New Roman"/>
          <w:sz w:val="24"/>
          <w:szCs w:val="24"/>
        </w:rPr>
        <w:t xml:space="preserve">Aasakaasiku ja </w:t>
      </w:r>
      <w:proofErr w:type="spellStart"/>
      <w:r w:rsidRPr="008F71C4">
        <w:rPr>
          <w:rFonts w:ascii="Times New Roman" w:hAnsi="Times New Roman" w:cs="Times New Roman"/>
          <w:sz w:val="24"/>
          <w:szCs w:val="24"/>
        </w:rPr>
        <w:t>Soontagana</w:t>
      </w:r>
      <w:bookmarkEnd w:id="0"/>
      <w:bookmarkEnd w:id="1"/>
      <w:proofErr w:type="spellEnd"/>
      <w:r w:rsidRPr="008F71C4">
        <w:rPr>
          <w:rFonts w:ascii="Times New Roman" w:hAnsi="Times New Roman" w:cs="Times New Roman"/>
          <w:sz w:val="24"/>
          <w:szCs w:val="24"/>
        </w:rPr>
        <w:t xml:space="preserve"> maaparandussüsteemi maaparandusehitiste rekonstrueerimise ja teede ehitamise projekt“.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1D501CD7"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EF1D40">
        <w:rPr>
          <w:rFonts w:ascii="Times New Roman" w:hAnsi="Times New Roman" w:cs="Times New Roman"/>
          <w:sz w:val="24"/>
          <w:szCs w:val="24"/>
        </w:rPr>
        <w:t>Lepingu objektiks on töövõtja poolt</w:t>
      </w:r>
      <w:r w:rsidR="00705773" w:rsidRPr="00EF1D40">
        <w:rPr>
          <w:rFonts w:ascii="Times New Roman" w:hAnsi="Times New Roman" w:cs="Times New Roman"/>
          <w:sz w:val="24"/>
          <w:szCs w:val="24"/>
        </w:rPr>
        <w:t xml:space="preserve"> </w:t>
      </w:r>
      <w:r w:rsidR="008F71C4">
        <w:rPr>
          <w:rFonts w:ascii="Times New Roman" w:hAnsi="Times New Roman" w:cs="Times New Roman"/>
          <w:sz w:val="24"/>
          <w:szCs w:val="24"/>
        </w:rPr>
        <w:t>Pärnu</w:t>
      </w:r>
      <w:r w:rsidR="00240C3D" w:rsidRPr="00EF1D40">
        <w:rPr>
          <w:rFonts w:ascii="Times New Roman" w:hAnsi="Times New Roman" w:cs="Times New Roman"/>
          <w:sz w:val="24"/>
          <w:szCs w:val="24"/>
        </w:rPr>
        <w:t xml:space="preserve"> maakonna </w:t>
      </w:r>
      <w:r w:rsidR="008F71C4" w:rsidRPr="008F71C4">
        <w:rPr>
          <w:rFonts w:ascii="Times New Roman" w:eastAsia="Times New Roman" w:hAnsi="Times New Roman" w:cs="Times New Roman"/>
          <w:bCs/>
          <w:sz w:val="24"/>
          <w:szCs w:val="24"/>
          <w:lang w:eastAsia="ar-SA"/>
        </w:rPr>
        <w:t xml:space="preserve">Aasakaasiku ja </w:t>
      </w:r>
      <w:proofErr w:type="spellStart"/>
      <w:r w:rsidR="008F71C4" w:rsidRPr="008F71C4">
        <w:rPr>
          <w:rFonts w:ascii="Times New Roman" w:eastAsia="Times New Roman" w:hAnsi="Times New Roman" w:cs="Times New Roman"/>
          <w:bCs/>
          <w:sz w:val="24"/>
          <w:szCs w:val="24"/>
          <w:lang w:eastAsia="ar-SA"/>
        </w:rPr>
        <w:t>Soontagana</w:t>
      </w:r>
      <w:proofErr w:type="spellEnd"/>
      <w:r w:rsidR="00E529AF" w:rsidRPr="00EF1D40">
        <w:rPr>
          <w:rFonts w:ascii="Times New Roman" w:eastAsia="Times New Roman" w:hAnsi="Times New Roman" w:cs="Times New Roman"/>
          <w:bCs/>
          <w:sz w:val="24"/>
          <w:szCs w:val="24"/>
          <w:lang w:eastAsia="ar-SA"/>
        </w:rPr>
        <w:t xml:space="preserve"> maaparandussüsteemi koos </w:t>
      </w:r>
      <w:proofErr w:type="spellStart"/>
      <w:r w:rsidR="00CE6E2F" w:rsidRPr="00CE6E2F">
        <w:rPr>
          <w:rFonts w:ascii="Times New Roman" w:eastAsia="Times New Roman" w:hAnsi="Times New Roman" w:cs="Times New Roman"/>
          <w:bCs/>
          <w:sz w:val="24"/>
          <w:szCs w:val="24"/>
          <w:lang w:eastAsia="ar-SA"/>
        </w:rPr>
        <w:t>Vastaba</w:t>
      </w:r>
      <w:proofErr w:type="spellEnd"/>
      <w:r w:rsidR="00CE6E2F" w:rsidRPr="00CE6E2F">
        <w:rPr>
          <w:rFonts w:ascii="Times New Roman" w:eastAsia="Times New Roman" w:hAnsi="Times New Roman" w:cs="Times New Roman"/>
          <w:bCs/>
          <w:sz w:val="24"/>
          <w:szCs w:val="24"/>
          <w:lang w:eastAsia="ar-SA"/>
        </w:rPr>
        <w:t xml:space="preserve"> tee, </w:t>
      </w:r>
      <w:proofErr w:type="spellStart"/>
      <w:r w:rsidR="00F30CFF" w:rsidRPr="00F30CFF">
        <w:rPr>
          <w:rFonts w:ascii="Times New Roman" w:eastAsia="Times New Roman" w:hAnsi="Times New Roman" w:cs="Times New Roman"/>
          <w:bCs/>
          <w:sz w:val="24"/>
          <w:szCs w:val="24"/>
          <w:lang w:eastAsia="ar-SA"/>
        </w:rPr>
        <w:t>Mahasõidu</w:t>
      </w:r>
      <w:proofErr w:type="spellEnd"/>
      <w:r w:rsidR="00F30CFF" w:rsidRPr="00F30CFF">
        <w:rPr>
          <w:rFonts w:ascii="Times New Roman" w:eastAsia="Times New Roman" w:hAnsi="Times New Roman" w:cs="Times New Roman"/>
          <w:bCs/>
          <w:sz w:val="24"/>
          <w:szCs w:val="24"/>
          <w:lang w:eastAsia="ar-SA"/>
        </w:rPr>
        <w:t xml:space="preserve"> teeHA</w:t>
      </w:r>
      <w:r w:rsidR="00FB2CA1">
        <w:rPr>
          <w:rFonts w:ascii="Times New Roman" w:eastAsia="Times New Roman" w:hAnsi="Times New Roman" w:cs="Times New Roman"/>
          <w:bCs/>
          <w:sz w:val="24"/>
          <w:szCs w:val="24"/>
          <w:lang w:eastAsia="ar-SA"/>
        </w:rPr>
        <w:t>0</w:t>
      </w:r>
      <w:r w:rsidR="00F30CFF" w:rsidRPr="00F30CFF">
        <w:rPr>
          <w:rFonts w:ascii="Times New Roman" w:eastAsia="Times New Roman" w:hAnsi="Times New Roman" w:cs="Times New Roman"/>
          <w:bCs/>
          <w:sz w:val="24"/>
          <w:szCs w:val="24"/>
          <w:lang w:eastAsia="ar-SA"/>
        </w:rPr>
        <w:t>10</w:t>
      </w:r>
      <w:r w:rsidR="00F30CFF">
        <w:rPr>
          <w:rFonts w:ascii="Times New Roman" w:eastAsia="Times New Roman" w:hAnsi="Times New Roman" w:cs="Times New Roman"/>
          <w:bCs/>
          <w:sz w:val="24"/>
          <w:szCs w:val="24"/>
          <w:lang w:eastAsia="ar-SA"/>
        </w:rPr>
        <w:t xml:space="preserve">, </w:t>
      </w:r>
      <w:r w:rsidR="00CE6E2F" w:rsidRPr="00CE6E2F">
        <w:rPr>
          <w:rFonts w:ascii="Times New Roman" w:eastAsia="Times New Roman" w:hAnsi="Times New Roman" w:cs="Times New Roman"/>
          <w:bCs/>
          <w:sz w:val="24"/>
          <w:szCs w:val="24"/>
          <w:lang w:eastAsia="ar-SA"/>
        </w:rPr>
        <w:t>Aasakaasiku tee, Hõbeda tee ja Suitsupaju tee</w:t>
      </w:r>
      <w:r w:rsidR="0094563E" w:rsidRPr="0094563E">
        <w:rPr>
          <w:rFonts w:ascii="Times New Roman" w:eastAsia="Times New Roman" w:hAnsi="Times New Roman" w:cs="Times New Roman"/>
          <w:bCs/>
          <w:sz w:val="24"/>
          <w:szCs w:val="24"/>
          <w:lang w:eastAsia="ar-SA"/>
        </w:rPr>
        <w:t xml:space="preserve"> </w:t>
      </w:r>
      <w:r w:rsidR="0094563E" w:rsidRPr="00EF1D40">
        <w:rPr>
          <w:rFonts w:ascii="Times New Roman" w:hAnsi="Times New Roman" w:cs="Times New Roman"/>
          <w:sz w:val="24"/>
          <w:szCs w:val="24"/>
        </w:rPr>
        <w:t>rekonstrueerimise</w:t>
      </w:r>
      <w:r w:rsidR="0094563E" w:rsidRPr="00281267">
        <w:rPr>
          <w:rFonts w:ascii="Times New Roman" w:hAnsi="Times New Roman" w:cs="Times New Roman"/>
          <w:sz w:val="24"/>
          <w:szCs w:val="24"/>
        </w:rPr>
        <w:t xml:space="preserve"> </w:t>
      </w:r>
      <w:r w:rsidR="0094563E">
        <w:rPr>
          <w:rFonts w:ascii="Times New Roman" w:hAnsi="Times New Roman" w:cs="Times New Roman"/>
          <w:sz w:val="24"/>
          <w:szCs w:val="24"/>
        </w:rPr>
        <w:t xml:space="preserve">ja </w:t>
      </w:r>
      <w:r w:rsidR="003648E0">
        <w:rPr>
          <w:rFonts w:ascii="Times New Roman" w:eastAsia="Times New Roman" w:hAnsi="Times New Roman" w:cs="Times New Roman"/>
          <w:sz w:val="24"/>
          <w:szCs w:val="24"/>
          <w:lang w:eastAsia="ar-SA"/>
        </w:rPr>
        <w:t xml:space="preserve">ehitamise </w:t>
      </w:r>
      <w:r w:rsidR="0012352D" w:rsidRPr="00281267">
        <w:rPr>
          <w:rFonts w:ascii="Times New Roman" w:hAnsi="Times New Roman" w:cs="Times New Roman"/>
          <w:sz w:val="24"/>
          <w:szCs w:val="24"/>
        </w:rPr>
        <w:t>l</w:t>
      </w:r>
      <w:r w:rsidR="00705773" w:rsidRPr="00281267">
        <w:rPr>
          <w:rFonts w:ascii="Times New Roman" w:hAnsi="Times New Roman" w:cs="Times New Roman"/>
          <w:sz w:val="24"/>
          <w:szCs w:val="24"/>
        </w:rPr>
        <w:t xml:space="preserve">epinguga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51D78E07" w14:textId="6854FBF0"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Töö peab vastama</w:t>
      </w:r>
      <w:r w:rsidR="00BC7227">
        <w:rPr>
          <w:rFonts w:ascii="Times New Roman" w:hAnsi="Times New Roman" w:cs="Times New Roman"/>
          <w:sz w:val="24"/>
          <w:szCs w:val="24"/>
        </w:rPr>
        <w:t xml:space="preserve"> </w:t>
      </w:r>
      <w:proofErr w:type="spellStart"/>
      <w:r w:rsidR="00CE6E2F" w:rsidRPr="00CE6E2F">
        <w:rPr>
          <w:rFonts w:ascii="Times New Roman" w:hAnsi="Times New Roman" w:cs="Times New Roman"/>
          <w:sz w:val="24"/>
          <w:szCs w:val="24"/>
        </w:rPr>
        <w:t>Hetver</w:t>
      </w:r>
      <w:proofErr w:type="spellEnd"/>
      <w:r w:rsidR="00CE6E2F" w:rsidRPr="00CE6E2F">
        <w:rPr>
          <w:rFonts w:ascii="Times New Roman" w:hAnsi="Times New Roman" w:cs="Times New Roman"/>
          <w:sz w:val="24"/>
          <w:szCs w:val="24"/>
        </w:rPr>
        <w:t xml:space="preserve"> OÜ poolt koostatud Aasakaasiku ja </w:t>
      </w:r>
      <w:proofErr w:type="spellStart"/>
      <w:r w:rsidR="00CE6E2F" w:rsidRPr="00CE6E2F">
        <w:rPr>
          <w:rFonts w:ascii="Times New Roman" w:hAnsi="Times New Roman" w:cs="Times New Roman"/>
          <w:sz w:val="24"/>
          <w:szCs w:val="24"/>
        </w:rPr>
        <w:t>Soontagana</w:t>
      </w:r>
      <w:proofErr w:type="spellEnd"/>
      <w:r w:rsidR="00F342E7">
        <w:rPr>
          <w:rFonts w:ascii="Times New Roman" w:hAnsi="Times New Roman" w:cs="Times New Roman"/>
          <w:sz w:val="24"/>
          <w:szCs w:val="24"/>
        </w:rPr>
        <w:t xml:space="preserve"> </w:t>
      </w:r>
      <w:r w:rsidR="00CD1935">
        <w:rPr>
          <w:rFonts w:ascii="Times New Roman" w:hAnsi="Times New Roman" w:cs="Times New Roman"/>
          <w:sz w:val="24"/>
          <w:szCs w:val="24"/>
        </w:rPr>
        <w:t>maaparandussüsteemi</w:t>
      </w:r>
      <w:r w:rsidR="00144C61">
        <w:rPr>
          <w:rFonts w:ascii="Times New Roman" w:hAnsi="Times New Roman" w:cs="Times New Roman"/>
          <w:sz w:val="24"/>
          <w:szCs w:val="24"/>
        </w:rPr>
        <w:t xml:space="preserve"> maaparandusehitise ning teede </w:t>
      </w:r>
      <w:r w:rsidR="00F342E7">
        <w:rPr>
          <w:rFonts w:ascii="Times New Roman" w:hAnsi="Times New Roman" w:cs="Times New Roman"/>
          <w:sz w:val="24"/>
          <w:szCs w:val="24"/>
        </w:rPr>
        <w:t xml:space="preserve">rekonstrueerimise </w:t>
      </w:r>
      <w:r w:rsidR="00CD5407">
        <w:rPr>
          <w:rFonts w:ascii="Times New Roman" w:hAnsi="Times New Roman" w:cs="Times New Roman"/>
          <w:sz w:val="24"/>
          <w:szCs w:val="24"/>
        </w:rPr>
        <w:t xml:space="preserve">ja </w:t>
      </w:r>
      <w:r w:rsidR="00A06236">
        <w:rPr>
          <w:rFonts w:ascii="Times New Roman" w:hAnsi="Times New Roman" w:cs="Times New Roman"/>
          <w:sz w:val="24"/>
          <w:szCs w:val="24"/>
        </w:rPr>
        <w:t>ehitamise</w:t>
      </w:r>
      <w:r w:rsidR="00B82A12" w:rsidRPr="00B82A12">
        <w:rPr>
          <w:rFonts w:ascii="Times New Roman" w:hAnsi="Times New Roman" w:cs="Times New Roman"/>
          <w:sz w:val="24"/>
          <w:szCs w:val="24"/>
        </w:rPr>
        <w:t xml:space="preserve"> projekt</w:t>
      </w:r>
      <w:r w:rsidR="006D490F">
        <w:rPr>
          <w:rFonts w:ascii="Times New Roman" w:hAnsi="Times New Roman" w:cs="Times New Roman"/>
          <w:sz w:val="24"/>
          <w:szCs w:val="24"/>
        </w:rPr>
        <w:t>i</w:t>
      </w:r>
      <w:r w:rsidR="00531EA4">
        <w:rPr>
          <w:rFonts w:ascii="Times New Roman" w:eastAsia="Times New Roman" w:hAnsi="Times New Roman" w:cs="Times New Roman"/>
          <w:bCs/>
          <w:sz w:val="24"/>
          <w:szCs w:val="24"/>
          <w:lang w:eastAsia="ar-SA"/>
        </w:rPr>
        <w:t xml:space="preserve"> </w:t>
      </w:r>
      <w:r w:rsidRPr="00281267">
        <w:rPr>
          <w:rFonts w:ascii="Times New Roman" w:hAnsi="Times New Roman" w:cs="Times New Roman"/>
          <w:sz w:val="24"/>
          <w:szCs w:val="24"/>
        </w:rPr>
        <w:t>tingimustele ja olema vastavuses maaparandusseaduse</w:t>
      </w:r>
      <w:r w:rsidR="003D3775" w:rsidRPr="00281267">
        <w:rPr>
          <w:rFonts w:ascii="Times New Roman" w:hAnsi="Times New Roman" w:cs="Times New Roman"/>
          <w:sz w:val="24"/>
          <w:szCs w:val="24"/>
        </w:rPr>
        <w:t>s</w:t>
      </w:r>
      <w:r w:rsidRPr="00281267">
        <w:rPr>
          <w:rFonts w:ascii="Times New Roman" w:hAnsi="Times New Roman" w:cs="Times New Roman"/>
          <w:sz w:val="24"/>
          <w:szCs w:val="24"/>
        </w:rPr>
        <w:t xml:space="preserve">, </w:t>
      </w:r>
      <w:r w:rsidR="000B19CE" w:rsidRPr="00281267">
        <w:rPr>
          <w:rFonts w:ascii="Times New Roman" w:hAnsi="Times New Roman" w:cs="Times New Roman"/>
          <w:sz w:val="24"/>
          <w:szCs w:val="24"/>
        </w:rPr>
        <w:t>ehitusseadustiku</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xml:space="preserve"> ja nende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maa</w:t>
      </w:r>
      <w:r w:rsidR="003D3775" w:rsidRPr="00281267">
        <w:rPr>
          <w:rFonts w:ascii="Times New Roman" w:hAnsi="Times New Roman" w:cs="Times New Roman"/>
          <w:sz w:val="24"/>
          <w:szCs w:val="24"/>
        </w:rPr>
        <w:t>eluministri 28.03.2019 määruses</w:t>
      </w:r>
      <w:r w:rsidR="004610D6" w:rsidRPr="00281267">
        <w:rPr>
          <w:rFonts w:ascii="Times New Roman" w:hAnsi="Times New Roman" w:cs="Times New Roman"/>
          <w:sz w:val="24"/>
          <w:szCs w:val="24"/>
        </w:rPr>
        <w:t xml:space="preserve"> nr 38 „</w:t>
      </w:r>
      <w:r w:rsidR="000B19CE" w:rsidRPr="00281267">
        <w:rPr>
          <w:rFonts w:ascii="Times New Roman" w:hAnsi="Times New Roman" w:cs="Times New Roman"/>
          <w:sz w:val="24"/>
          <w:szCs w:val="24"/>
        </w:rPr>
        <w:t>Maaparandussüst</w:t>
      </w:r>
      <w:r w:rsidR="002A65DC" w:rsidRPr="00281267">
        <w:rPr>
          <w:rFonts w:ascii="Times New Roman" w:hAnsi="Times New Roman" w:cs="Times New Roman"/>
          <w:sz w:val="24"/>
          <w:szCs w:val="24"/>
        </w:rPr>
        <w:t>eemi ehitamise täpsemad nõuded“</w:t>
      </w:r>
      <w:r w:rsidR="000B19CE" w:rsidRPr="00281267">
        <w:rPr>
          <w:rFonts w:ascii="Times New Roman" w:hAnsi="Times New Roman" w:cs="Times New Roman"/>
          <w:sz w:val="24"/>
          <w:szCs w:val="24"/>
        </w:rPr>
        <w:t xml:space="preserve"> </w:t>
      </w:r>
      <w:r w:rsidR="003D3775" w:rsidRPr="00281267">
        <w:rPr>
          <w:rFonts w:ascii="Times New Roman" w:hAnsi="Times New Roman" w:cs="Times New Roman"/>
          <w:sz w:val="24"/>
          <w:szCs w:val="24"/>
        </w:rPr>
        <w:t xml:space="preserve">ja </w:t>
      </w:r>
      <w:r w:rsidR="000B19CE" w:rsidRPr="00281267">
        <w:rPr>
          <w:rFonts w:ascii="Times New Roman" w:hAnsi="Times New Roman" w:cs="Times New Roman"/>
          <w:sz w:val="24"/>
          <w:szCs w:val="24"/>
        </w:rPr>
        <w:t>majandus- ja kommunikatsiooniministri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73642E"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pole </w:t>
      </w:r>
      <w:r w:rsidR="00D57B01" w:rsidRPr="0073642E">
        <w:rPr>
          <w:rFonts w:ascii="Times New Roman" w:hAnsi="Times New Roman" w:cs="Times New Roman"/>
          <w:sz w:val="24"/>
          <w:szCs w:val="24"/>
        </w:rPr>
        <w:t xml:space="preserve">tellijale </w:t>
      </w:r>
      <w:r w:rsidRPr="0073642E">
        <w:rPr>
          <w:rFonts w:ascii="Times New Roman" w:hAnsi="Times New Roman" w:cs="Times New Roman"/>
          <w:sz w:val="24"/>
          <w:szCs w:val="24"/>
        </w:rPr>
        <w:t>lepingu täitmise alustamise ajaks punktis 4.2.3. nimetatud teavet esitatud;</w:t>
      </w:r>
    </w:p>
    <w:p w14:paraId="517897C7" w14:textId="77777777" w:rsidR="00003744" w:rsidRPr="007F078B"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73642E">
        <w:rPr>
          <w:rFonts w:ascii="Times New Roman" w:hAnsi="Times New Roman" w:cs="Times New Roman"/>
          <w:sz w:val="24"/>
          <w:szCs w:val="24"/>
        </w:rPr>
        <w:t xml:space="preserve">esitama tellijale andmed </w:t>
      </w:r>
      <w:r w:rsidR="00003744" w:rsidRPr="0073642E">
        <w:rPr>
          <w:rFonts w:ascii="Times New Roman" w:hAnsi="Times New Roman" w:cs="Times New Roman"/>
          <w:sz w:val="24"/>
          <w:szCs w:val="24"/>
        </w:rPr>
        <w:t>lepingu selle osa suuruse ja iseloomu kohta, mille suhtes</w:t>
      </w:r>
      <w:r w:rsidRPr="0073642E">
        <w:rPr>
          <w:rFonts w:ascii="Times New Roman" w:hAnsi="Times New Roman" w:cs="Times New Roman"/>
          <w:sz w:val="24"/>
          <w:szCs w:val="24"/>
        </w:rPr>
        <w:t xml:space="preserve"> ta kavatseb ta </w:t>
      </w:r>
      <w:r w:rsidRPr="007F078B">
        <w:rPr>
          <w:rFonts w:ascii="Times New Roman" w:hAnsi="Times New Roman" w:cs="Times New Roman"/>
          <w:sz w:val="24"/>
          <w:szCs w:val="24"/>
        </w:rPr>
        <w:t>sõlmida alltöövõtu</w:t>
      </w:r>
      <w:r w:rsidR="00003744" w:rsidRPr="007F078B">
        <w:rPr>
          <w:rFonts w:ascii="Times New Roman" w:hAnsi="Times New Roman" w:cs="Times New Roman"/>
          <w:sz w:val="24"/>
          <w:szCs w:val="24"/>
        </w:rPr>
        <w:t>lepinguid koos kavandatavate alltöövõtjate nimede, kontaktandmed ja teabega nende seaduslike esindajate kohta;</w:t>
      </w:r>
    </w:p>
    <w:p w14:paraId="3A9201DF" w14:textId="0AFEBC59" w:rsidR="002551B0" w:rsidRPr="007C4CFB" w:rsidRDefault="008A2313" w:rsidP="002551B0">
      <w:pPr>
        <w:pStyle w:val="Pealkiri31"/>
        <w:tabs>
          <w:tab w:val="left" w:pos="567"/>
        </w:tabs>
        <w:spacing w:after="0" w:line="240" w:lineRule="auto"/>
        <w:ind w:left="0" w:firstLine="0"/>
        <w:jc w:val="both"/>
        <w:rPr>
          <w:rStyle w:val="normal1"/>
          <w:rFonts w:cs="Times New Roman"/>
          <w:szCs w:val="24"/>
        </w:rPr>
      </w:pPr>
      <w:r w:rsidRPr="007C4CFB">
        <w:rPr>
          <w:rFonts w:ascii="Times New Roman" w:hAnsi="Times New Roman" w:cs="Times New Roman"/>
          <w:sz w:val="24"/>
          <w:szCs w:val="24"/>
        </w:rPr>
        <w:t>kinni pidama tööde teostamisel t</w:t>
      </w:r>
      <w:r w:rsidR="00705773" w:rsidRPr="007C4CFB">
        <w:rPr>
          <w:rFonts w:ascii="Times New Roman" w:hAnsi="Times New Roman" w:cs="Times New Roman"/>
          <w:sz w:val="24"/>
          <w:szCs w:val="24"/>
        </w:rPr>
        <w:t>ellija poolt ke</w:t>
      </w:r>
      <w:r w:rsidR="00845209" w:rsidRPr="007C4CFB">
        <w:rPr>
          <w:rFonts w:ascii="Times New Roman" w:hAnsi="Times New Roman" w:cs="Times New Roman"/>
          <w:sz w:val="24"/>
          <w:szCs w:val="24"/>
        </w:rPr>
        <w:t>htestatud keskkonnaalastest käitumisju</w:t>
      </w:r>
      <w:r w:rsidR="00705773" w:rsidRPr="007C4CFB">
        <w:rPr>
          <w:rFonts w:ascii="Times New Roman" w:hAnsi="Times New Roman" w:cs="Times New Roman"/>
          <w:sz w:val="24"/>
          <w:szCs w:val="24"/>
        </w:rPr>
        <w:t xml:space="preserve">histest ja projektis esitatud </w:t>
      </w:r>
      <w:r w:rsidR="002747CE" w:rsidRPr="007C4CFB">
        <w:rPr>
          <w:rFonts w:ascii="Times New Roman" w:hAnsi="Times New Roman" w:cs="Times New Roman"/>
          <w:sz w:val="24"/>
          <w:szCs w:val="24"/>
        </w:rPr>
        <w:t>ehitus</w:t>
      </w:r>
      <w:r w:rsidR="00705773" w:rsidRPr="007C4CFB">
        <w:rPr>
          <w:rFonts w:ascii="Times New Roman" w:hAnsi="Times New Roman" w:cs="Times New Roman"/>
          <w:sz w:val="24"/>
          <w:szCs w:val="24"/>
        </w:rPr>
        <w:t>objekti omapära arvestavaid nõudeid</w:t>
      </w:r>
      <w:r w:rsidR="00003744" w:rsidRPr="007C4CFB">
        <w:rPr>
          <w:rStyle w:val="normal1"/>
          <w:rFonts w:cs="Times New Roman"/>
          <w:szCs w:val="24"/>
        </w:rPr>
        <w:t xml:space="preserve">. </w:t>
      </w:r>
      <w:r w:rsidR="002551B0" w:rsidRPr="007C4CFB">
        <w:rPr>
          <w:rStyle w:val="normal1"/>
          <w:rFonts w:cs="Times New Roman"/>
          <w:szCs w:val="24"/>
        </w:rPr>
        <w:t xml:space="preserve">Jälgima </w:t>
      </w:r>
      <w:r w:rsidR="002551B0" w:rsidRPr="007C4CFB">
        <w:rPr>
          <w:rFonts w:ascii="Times New Roman" w:eastAsia="Times New Roman" w:hAnsi="Times New Roman" w:cs="Times New Roman"/>
          <w:sz w:val="24"/>
          <w:szCs w:val="24"/>
        </w:rPr>
        <w:t xml:space="preserve">ehitusprojektis </w:t>
      </w:r>
      <w:r w:rsidR="00F60609" w:rsidRPr="007C4CFB">
        <w:rPr>
          <w:rFonts w:ascii="Times New Roman" w:eastAsia="Times New Roman" w:hAnsi="Times New Roman" w:cs="Times New Roman"/>
          <w:sz w:val="24"/>
          <w:szCs w:val="24"/>
        </w:rPr>
        <w:t>peatükk</w:t>
      </w:r>
      <w:r w:rsidR="00A2018D" w:rsidRPr="007C4CFB">
        <w:rPr>
          <w:rFonts w:ascii="Times New Roman" w:eastAsia="Times New Roman" w:hAnsi="Times New Roman" w:cs="Times New Roman"/>
          <w:sz w:val="24"/>
          <w:szCs w:val="24"/>
        </w:rPr>
        <w:t>is</w:t>
      </w:r>
      <w:r w:rsidR="00F60609" w:rsidRPr="007C4CFB">
        <w:rPr>
          <w:rFonts w:ascii="Times New Roman" w:eastAsia="Times New Roman" w:hAnsi="Times New Roman" w:cs="Times New Roman"/>
          <w:sz w:val="24"/>
          <w:szCs w:val="24"/>
        </w:rPr>
        <w:t xml:space="preserve"> </w:t>
      </w:r>
      <w:r w:rsidR="002D5B5B" w:rsidRPr="007C4CFB">
        <w:rPr>
          <w:rFonts w:ascii="Times New Roman" w:eastAsia="Times New Roman" w:hAnsi="Times New Roman" w:cs="Times New Roman"/>
          <w:sz w:val="24"/>
          <w:szCs w:val="24"/>
        </w:rPr>
        <w:t>7</w:t>
      </w:r>
      <w:r w:rsidR="00A21251" w:rsidRPr="007C4CFB">
        <w:rPr>
          <w:rFonts w:ascii="Times New Roman" w:eastAsia="Times New Roman" w:hAnsi="Times New Roman" w:cs="Times New Roman"/>
          <w:sz w:val="24"/>
          <w:szCs w:val="24"/>
        </w:rPr>
        <w:t xml:space="preserve">. Keskkonnakaitse </w:t>
      </w:r>
      <w:r w:rsidR="0007258A" w:rsidRPr="007C4CFB">
        <w:rPr>
          <w:rFonts w:ascii="Times New Roman" w:eastAsia="Times New Roman" w:hAnsi="Times New Roman" w:cs="Times New Roman"/>
          <w:sz w:val="24"/>
          <w:szCs w:val="24"/>
        </w:rPr>
        <w:t>(</w:t>
      </w:r>
      <w:r w:rsidR="00CD11B4" w:rsidRPr="007C4CFB">
        <w:rPr>
          <w:rFonts w:ascii="Times New Roman" w:eastAsia="Times New Roman" w:hAnsi="Times New Roman" w:cs="Times New Roman"/>
          <w:sz w:val="24"/>
          <w:szCs w:val="24"/>
        </w:rPr>
        <w:t xml:space="preserve">lk </w:t>
      </w:r>
      <w:r w:rsidR="002D5B5B" w:rsidRPr="007C4CFB">
        <w:rPr>
          <w:rFonts w:ascii="Times New Roman" w:eastAsia="Times New Roman" w:hAnsi="Times New Roman" w:cs="Times New Roman"/>
          <w:sz w:val="24"/>
          <w:szCs w:val="24"/>
        </w:rPr>
        <w:t>5</w:t>
      </w:r>
      <w:r w:rsidR="00FB32B8" w:rsidRPr="007C4CFB">
        <w:rPr>
          <w:rFonts w:ascii="Times New Roman" w:eastAsia="Times New Roman" w:hAnsi="Times New Roman" w:cs="Times New Roman"/>
          <w:sz w:val="24"/>
          <w:szCs w:val="24"/>
        </w:rPr>
        <w:t>6</w:t>
      </w:r>
      <w:r w:rsidR="007E3262" w:rsidRPr="007C4CFB">
        <w:rPr>
          <w:rFonts w:ascii="Times New Roman" w:eastAsia="Times New Roman" w:hAnsi="Times New Roman" w:cs="Times New Roman"/>
          <w:sz w:val="24"/>
          <w:szCs w:val="24"/>
        </w:rPr>
        <w:t>-</w:t>
      </w:r>
      <w:r w:rsidR="008D6179" w:rsidRPr="007C4CFB">
        <w:rPr>
          <w:rFonts w:ascii="Times New Roman" w:eastAsia="Times New Roman" w:hAnsi="Times New Roman" w:cs="Times New Roman"/>
          <w:sz w:val="24"/>
          <w:szCs w:val="24"/>
        </w:rPr>
        <w:t>61</w:t>
      </w:r>
      <w:r w:rsidR="0007258A" w:rsidRPr="007C4CFB">
        <w:rPr>
          <w:rFonts w:ascii="Times New Roman" w:eastAsia="Times New Roman" w:hAnsi="Times New Roman" w:cs="Times New Roman"/>
          <w:sz w:val="24"/>
          <w:szCs w:val="24"/>
        </w:rPr>
        <w:t>)</w:t>
      </w:r>
      <w:r w:rsidR="00FB32B8" w:rsidRPr="007C4CFB">
        <w:rPr>
          <w:rFonts w:ascii="Times New Roman" w:eastAsia="Times New Roman" w:hAnsi="Times New Roman" w:cs="Times New Roman"/>
          <w:sz w:val="24"/>
          <w:szCs w:val="24"/>
        </w:rPr>
        <w:t xml:space="preserve"> ja peatükkis </w:t>
      </w:r>
      <w:r w:rsidR="00A2018D" w:rsidRPr="007C4CFB">
        <w:rPr>
          <w:rFonts w:ascii="Times New Roman" w:eastAsia="Times New Roman" w:hAnsi="Times New Roman" w:cs="Times New Roman"/>
          <w:sz w:val="24"/>
          <w:szCs w:val="24"/>
        </w:rPr>
        <w:t xml:space="preserve"> </w:t>
      </w:r>
      <w:r w:rsidR="002551B0" w:rsidRPr="007C4CFB">
        <w:rPr>
          <w:rFonts w:ascii="Times New Roman" w:eastAsia="Times New Roman" w:hAnsi="Times New Roman" w:cs="Times New Roman"/>
          <w:sz w:val="24"/>
          <w:szCs w:val="24"/>
        </w:rPr>
        <w:t>ning</w:t>
      </w:r>
      <w:r w:rsidR="002551B0" w:rsidRPr="007C4CFB">
        <w:rPr>
          <w:rStyle w:val="normal1"/>
          <w:rFonts w:cs="Times New Roman"/>
          <w:szCs w:val="24"/>
        </w:rPr>
        <w:t xml:space="preserve"> tellija poolt koostatud keskkonnaanalüüsis toodut.</w:t>
      </w:r>
    </w:p>
    <w:p w14:paraId="087AC0E4" w14:textId="67C167C1" w:rsidR="000B1313" w:rsidRPr="00BF1202" w:rsidRDefault="0017625F" w:rsidP="007C0C1F">
      <w:pPr>
        <w:pStyle w:val="Pealkiri31"/>
        <w:numPr>
          <w:ilvl w:val="0"/>
          <w:numId w:val="12"/>
        </w:numPr>
        <w:tabs>
          <w:tab w:val="left" w:pos="284"/>
        </w:tabs>
        <w:spacing w:after="0" w:line="240" w:lineRule="auto"/>
        <w:ind w:left="0" w:firstLine="0"/>
        <w:jc w:val="both"/>
        <w:rPr>
          <w:rStyle w:val="normal1"/>
          <w:rFonts w:cs="Times New Roman"/>
          <w:i/>
          <w:iCs/>
          <w:szCs w:val="24"/>
        </w:rPr>
      </w:pPr>
      <w:r w:rsidRPr="00BF1202">
        <w:rPr>
          <w:rStyle w:val="normal1"/>
          <w:rFonts w:cs="Times New Roman"/>
          <w:i/>
          <w:iCs/>
          <w:szCs w:val="24"/>
        </w:rPr>
        <w:t xml:space="preserve">Rekonstrueeritakse kraavid 502...510, 520, 521; 602...608, 608a; 609...617, 652. Kraavid 601...607  hooldatakse rekonstrueeritavatest lõikudest kuni eesvoolukraavini 600.  Ehitatakse Aasakaasikutee ja </w:t>
      </w:r>
      <w:proofErr w:type="spellStart"/>
      <w:r w:rsidRPr="00BF1202">
        <w:rPr>
          <w:rStyle w:val="normal1"/>
          <w:rFonts w:cs="Times New Roman"/>
          <w:i/>
          <w:iCs/>
          <w:szCs w:val="24"/>
        </w:rPr>
        <w:t>Mahasõidu</w:t>
      </w:r>
      <w:proofErr w:type="spellEnd"/>
      <w:r w:rsidRPr="00BF1202">
        <w:rPr>
          <w:rStyle w:val="normal1"/>
          <w:rFonts w:cs="Times New Roman"/>
          <w:i/>
          <w:iCs/>
          <w:szCs w:val="24"/>
        </w:rPr>
        <w:t xml:space="preserve"> tee</w:t>
      </w:r>
      <w:r w:rsidR="00B963CC" w:rsidRPr="00BF1202">
        <w:rPr>
          <w:rStyle w:val="normal1"/>
          <w:rFonts w:cs="Times New Roman"/>
          <w:i/>
          <w:iCs/>
          <w:szCs w:val="24"/>
        </w:rPr>
        <w:t>.– Liigi leiukoht (metsis (</w:t>
      </w:r>
      <w:proofErr w:type="spellStart"/>
      <w:r w:rsidR="00B963CC" w:rsidRPr="00BF1202">
        <w:rPr>
          <w:rStyle w:val="normal1"/>
          <w:rFonts w:cs="Times New Roman"/>
          <w:i/>
          <w:iCs/>
          <w:szCs w:val="24"/>
        </w:rPr>
        <w:t>Tetrao</w:t>
      </w:r>
      <w:proofErr w:type="spellEnd"/>
      <w:r w:rsidR="00B963CC" w:rsidRPr="00BF1202">
        <w:rPr>
          <w:rStyle w:val="normal1"/>
          <w:rFonts w:cs="Times New Roman"/>
          <w:i/>
          <w:iCs/>
          <w:szCs w:val="24"/>
        </w:rPr>
        <w:t xml:space="preserve"> </w:t>
      </w:r>
      <w:proofErr w:type="spellStart"/>
      <w:r w:rsidR="00B963CC" w:rsidRPr="00BF1202">
        <w:rPr>
          <w:rStyle w:val="normal1"/>
          <w:rFonts w:cs="Times New Roman"/>
          <w:i/>
          <w:iCs/>
          <w:szCs w:val="24"/>
        </w:rPr>
        <w:t>urogallus</w:t>
      </w:r>
      <w:proofErr w:type="spellEnd"/>
      <w:r w:rsidR="00B963CC" w:rsidRPr="00BF1202">
        <w:rPr>
          <w:rStyle w:val="normal1"/>
          <w:rFonts w:cs="Times New Roman"/>
          <w:i/>
          <w:iCs/>
          <w:szCs w:val="24"/>
        </w:rPr>
        <w:t>)) -  ehitustööd on keelatud perioodil 15.04-30.06;</w:t>
      </w:r>
      <w:r w:rsidR="001D24CC" w:rsidRPr="00BF1202">
        <w:rPr>
          <w:rStyle w:val="normal1"/>
          <w:rFonts w:cs="Times New Roman"/>
          <w:i/>
          <w:iCs/>
          <w:szCs w:val="24"/>
        </w:rPr>
        <w:t xml:space="preserve"> </w:t>
      </w:r>
    </w:p>
    <w:p w14:paraId="20AED2AB" w14:textId="785A10B0" w:rsidR="00BD5077" w:rsidRPr="00BF1202" w:rsidRDefault="00547290" w:rsidP="00BF1202">
      <w:pPr>
        <w:pStyle w:val="Pealkiri31"/>
        <w:numPr>
          <w:ilvl w:val="0"/>
          <w:numId w:val="12"/>
        </w:numPr>
        <w:tabs>
          <w:tab w:val="left" w:pos="284"/>
        </w:tabs>
        <w:spacing w:after="0" w:line="240" w:lineRule="auto"/>
        <w:ind w:left="0" w:firstLine="0"/>
        <w:jc w:val="both"/>
        <w:rPr>
          <w:rStyle w:val="normal1"/>
          <w:rFonts w:cs="Times New Roman"/>
          <w:i/>
          <w:iCs/>
          <w:szCs w:val="24"/>
        </w:rPr>
      </w:pPr>
      <w:r w:rsidRPr="00BF1202">
        <w:rPr>
          <w:rStyle w:val="normal1"/>
          <w:rFonts w:cs="Times New Roman"/>
          <w:i/>
          <w:iCs/>
          <w:szCs w:val="24"/>
        </w:rPr>
        <w:t xml:space="preserve">Objektil asub </w:t>
      </w:r>
      <w:proofErr w:type="spellStart"/>
      <w:r w:rsidR="00BF1202" w:rsidRPr="00BF1202">
        <w:rPr>
          <w:rStyle w:val="normal1"/>
          <w:rFonts w:cs="Times New Roman"/>
          <w:i/>
          <w:iCs/>
          <w:szCs w:val="24"/>
        </w:rPr>
        <w:t>Vääriselupaik</w:t>
      </w:r>
      <w:proofErr w:type="spellEnd"/>
      <w:r w:rsidR="00BF1202" w:rsidRPr="00BF1202">
        <w:rPr>
          <w:rStyle w:val="normal1"/>
          <w:rFonts w:cs="Times New Roman"/>
          <w:i/>
          <w:iCs/>
          <w:szCs w:val="24"/>
        </w:rPr>
        <w:t xml:space="preserve"> </w:t>
      </w:r>
      <w:r w:rsidRPr="00BF1202">
        <w:rPr>
          <w:rStyle w:val="normal1"/>
          <w:rFonts w:cs="Times New Roman"/>
          <w:i/>
          <w:iCs/>
          <w:szCs w:val="24"/>
        </w:rPr>
        <w:t>-  VEP nr.204969</w:t>
      </w:r>
      <w:r w:rsidR="001D24CC" w:rsidRPr="00BF1202">
        <w:rPr>
          <w:rStyle w:val="normal1"/>
          <w:rFonts w:cs="Times New Roman"/>
          <w:i/>
          <w:iCs/>
          <w:szCs w:val="24"/>
        </w:rPr>
        <w:t xml:space="preserve">. </w:t>
      </w:r>
    </w:p>
    <w:p w14:paraId="77AAC424" w14:textId="77777777" w:rsidR="00705773" w:rsidRPr="00C87FB5"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7F078B">
        <w:rPr>
          <w:rFonts w:ascii="Times New Roman" w:hAnsi="Times New Roman" w:cs="Times New Roman"/>
          <w:sz w:val="24"/>
          <w:szCs w:val="24"/>
        </w:rPr>
        <w:t>teostama t</w:t>
      </w:r>
      <w:r w:rsidR="00705773" w:rsidRPr="007F078B">
        <w:rPr>
          <w:rFonts w:ascii="Times New Roman" w:hAnsi="Times New Roman" w:cs="Times New Roman"/>
          <w:sz w:val="24"/>
          <w:szCs w:val="24"/>
        </w:rPr>
        <w:t xml:space="preserve">ööd, s.h projekti muutmisest </w:t>
      </w:r>
      <w:r w:rsidRPr="007F078B">
        <w:rPr>
          <w:rFonts w:ascii="Times New Roman" w:hAnsi="Times New Roman" w:cs="Times New Roman"/>
          <w:sz w:val="24"/>
          <w:szCs w:val="24"/>
        </w:rPr>
        <w:t>tulenevad lisatööd, p</w:t>
      </w:r>
      <w:r w:rsidR="00705773" w:rsidRPr="007F078B">
        <w:rPr>
          <w:rFonts w:ascii="Times New Roman" w:hAnsi="Times New Roman" w:cs="Times New Roman"/>
          <w:sz w:val="24"/>
          <w:szCs w:val="24"/>
        </w:rPr>
        <w:t>akkumises toodud hindadega, tähtaegselt ja k</w:t>
      </w:r>
      <w:r w:rsidRPr="007F078B">
        <w:rPr>
          <w:rFonts w:ascii="Times New Roman" w:hAnsi="Times New Roman" w:cs="Times New Roman"/>
          <w:sz w:val="24"/>
          <w:szCs w:val="24"/>
        </w:rPr>
        <w:t>valiteetselt ning informeerima t</w:t>
      </w:r>
      <w:r w:rsidR="00705773" w:rsidRPr="007F078B">
        <w:rPr>
          <w:rFonts w:ascii="Times New Roman" w:hAnsi="Times New Roman" w:cs="Times New Roman"/>
          <w:sz w:val="24"/>
          <w:szCs w:val="24"/>
        </w:rPr>
        <w:t>ellijat tööde või lisatööde hili</w:t>
      </w:r>
      <w:r w:rsidR="00705773" w:rsidRPr="007F078B">
        <w:rPr>
          <w:rFonts w:ascii="Times New Roman" w:hAnsi="Times New Roman" w:cs="Times New Roman"/>
          <w:sz w:val="24"/>
          <w:szCs w:val="24"/>
        </w:rPr>
        <w:softHyphen/>
        <w:t>ne</w:t>
      </w:r>
      <w:r w:rsidR="00705773" w:rsidRPr="007F078B">
        <w:rPr>
          <w:rFonts w:ascii="Times New Roman" w:hAnsi="Times New Roman" w:cs="Times New Roman"/>
          <w:sz w:val="24"/>
          <w:szCs w:val="24"/>
        </w:rPr>
        <w:softHyphen/>
        <w:t>misest ja hilinemise põhjustest</w:t>
      </w:r>
      <w:r w:rsidR="00705773" w:rsidRPr="00C87FB5">
        <w:rPr>
          <w:rFonts w:ascii="Times New Roman" w:hAnsi="Times New Roman" w:cs="Times New Roman"/>
          <w:sz w:val="24"/>
          <w:szCs w:val="24"/>
        </w:rPr>
        <w: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C87FB5">
        <w:rPr>
          <w:rFonts w:ascii="Times New Roman" w:hAnsi="Times New Roman" w:cs="Times New Roman"/>
          <w:sz w:val="24"/>
          <w:szCs w:val="24"/>
        </w:rPr>
        <w:t>järgima seaduste, eelkõige metsaseaduse, päästeseaduse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 xml:space="preserve">ellijat ning teostama esmaseid kustutustöid ning </w:t>
      </w:r>
      <w:r w:rsidRPr="00BE1A4D">
        <w:rPr>
          <w:rFonts w:ascii="Times New Roman" w:hAnsi="Times New Roman" w:cs="Times New Roman"/>
          <w:sz w:val="24"/>
          <w:szCs w:val="24"/>
        </w:rPr>
        <w:lastRenderedPageBreak/>
        <w:t>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3E40BEBF"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2"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4-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72718">
            <w:rPr>
              <w:rFonts w:ascii="Times New Roman" w:eastAsia="Calibri" w:hAnsi="Times New Roman" w:cs="Times New Roman"/>
              <w:sz w:val="24"/>
              <w:szCs w:val="24"/>
            </w:rPr>
            <w:t>4</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E26BD8B"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4-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72718">
            <w:rPr>
              <w:rFonts w:ascii="Times New Roman" w:eastAsia="Calibri" w:hAnsi="Times New Roman" w:cs="Times New Roman"/>
              <w:sz w:val="24"/>
              <w:szCs w:val="24"/>
            </w:rPr>
            <w:t>4</w:t>
          </w:r>
        </w:sdtContent>
      </w:sdt>
      <w:r w:rsidR="0035454A" w:rsidRPr="009B262F">
        <w:rPr>
          <w:rFonts w:ascii="Times New Roman" w:hAnsi="Times New Roman" w:cs="Times New Roman"/>
          <w:sz w:val="24"/>
          <w:szCs w:val="24"/>
        </w:rPr>
        <w:t>.</w:t>
      </w:r>
      <w:bookmarkEnd w:id="2"/>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255C2C64"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2A65DC" w:rsidRPr="00CD01B9">
        <w:rPr>
          <w:rFonts w:ascii="Times New Roman" w:hAnsi="Times New Roman" w:cs="Times New Roman"/>
          <w:sz w:val="24"/>
          <w:szCs w:val="24"/>
        </w:rPr>
        <w:t xml:space="preserve">maaparandussüsteemi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BE2DFC" w:rsidRPr="00CD01B9">
        <w:rPr>
          <w:rFonts w:ascii="Times New Roman" w:hAnsi="Times New Roman" w:cs="Times New Roman"/>
          <w:sz w:val="24"/>
          <w:szCs w:val="24"/>
        </w:rPr>
        <w:t>Põllumajandus</w:t>
      </w:r>
      <w:r w:rsidR="00CA3267">
        <w:rPr>
          <w:rFonts w:ascii="Times New Roman" w:hAnsi="Times New Roman" w:cs="Times New Roman"/>
          <w:sz w:val="24"/>
          <w:szCs w:val="24"/>
        </w:rPr>
        <w:t>- ja T</w:t>
      </w:r>
      <w:r w:rsidR="006F7841">
        <w:rPr>
          <w:rFonts w:ascii="Times New Roman" w:hAnsi="Times New Roman" w:cs="Times New Roman"/>
          <w:sz w:val="24"/>
          <w:szCs w:val="24"/>
        </w:rPr>
        <w:t>oidu</w:t>
      </w:r>
      <w:r w:rsidR="00BE2DFC" w:rsidRPr="00CD01B9">
        <w:rPr>
          <w:rFonts w:ascii="Times New Roman" w:hAnsi="Times New Roman" w:cs="Times New Roman"/>
          <w:sz w:val="24"/>
          <w:szCs w:val="24"/>
        </w:rPr>
        <w:t>ameti</w:t>
      </w:r>
      <w:r w:rsidR="00E31BC5">
        <w:rPr>
          <w:rFonts w:ascii="Times New Roman" w:hAnsi="Times New Roman" w:cs="Times New Roman"/>
          <w:sz w:val="24"/>
          <w:szCs w:val="24"/>
        </w:rPr>
        <w:t xml:space="preserve"> </w:t>
      </w:r>
      <w:r w:rsidR="00AC63CB">
        <w:rPr>
          <w:rFonts w:ascii="Times New Roman" w:hAnsi="Times New Roman" w:cs="Times New Roman"/>
          <w:sz w:val="24"/>
          <w:szCs w:val="24"/>
        </w:rPr>
        <w:t xml:space="preserve">ning Transpordiameti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3E9E24EE"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68291DF0" w14:textId="2D989C8B" w:rsidR="00A26DDA" w:rsidRPr="0052776C" w:rsidRDefault="00A26DDA" w:rsidP="00A26DDA">
      <w:pPr>
        <w:pStyle w:val="Pealkiri21"/>
        <w:tabs>
          <w:tab w:val="left" w:pos="567"/>
        </w:tabs>
        <w:spacing w:after="0" w:line="240" w:lineRule="auto"/>
        <w:ind w:left="0" w:firstLine="0"/>
        <w:jc w:val="both"/>
        <w:rPr>
          <w:rFonts w:ascii="Times New Roman" w:hAnsi="Times New Roman" w:cs="Times New Roman"/>
          <w:sz w:val="24"/>
          <w:szCs w:val="24"/>
        </w:rPr>
      </w:pPr>
      <w:r w:rsidRPr="0052776C">
        <w:rPr>
          <w:rFonts w:ascii="Times New Roman" w:hAnsi="Times New Roman" w:cs="Times New Roman"/>
          <w:sz w:val="24"/>
          <w:szCs w:val="24"/>
        </w:rPr>
        <w:t>Objektil tehtud tööde eest tasumine tellija poolt algab 202</w:t>
      </w:r>
      <w:r w:rsidR="00FB12B6" w:rsidRPr="0052776C">
        <w:rPr>
          <w:rFonts w:ascii="Times New Roman" w:hAnsi="Times New Roman" w:cs="Times New Roman"/>
          <w:sz w:val="24"/>
          <w:szCs w:val="24"/>
        </w:rPr>
        <w:t>4</w:t>
      </w:r>
      <w:r w:rsidRPr="0052776C">
        <w:rPr>
          <w:rFonts w:ascii="Times New Roman" w:hAnsi="Times New Roman" w:cs="Times New Roman"/>
          <w:sz w:val="24"/>
          <w:szCs w:val="24"/>
        </w:rPr>
        <w:t>.</w:t>
      </w:r>
      <w:r w:rsidR="0052776C" w:rsidRPr="0052776C">
        <w:rPr>
          <w:rFonts w:ascii="Times New Roman" w:hAnsi="Times New Roman" w:cs="Times New Roman"/>
          <w:sz w:val="24"/>
          <w:szCs w:val="24"/>
        </w:rPr>
        <w:t xml:space="preserve"> aasta</w:t>
      </w:r>
      <w:r w:rsidRPr="0052776C">
        <w:rPr>
          <w:rFonts w:ascii="Times New Roman" w:hAnsi="Times New Roman" w:cs="Times New Roman"/>
          <w:sz w:val="24"/>
          <w:szCs w:val="24"/>
        </w:rPr>
        <w:t xml:space="preserve"> eelarvest alates jaanuar 202</w:t>
      </w:r>
      <w:r w:rsidR="00FB12B6" w:rsidRPr="0052776C">
        <w:rPr>
          <w:rFonts w:ascii="Times New Roman" w:hAnsi="Times New Roman" w:cs="Times New Roman"/>
          <w:sz w:val="24"/>
          <w:szCs w:val="24"/>
        </w:rPr>
        <w:t>4</w:t>
      </w:r>
      <w:r w:rsidRPr="0052776C">
        <w:rPr>
          <w:rFonts w:ascii="Times New Roman" w:hAnsi="Times New Roman" w:cs="Times New Roman"/>
          <w:sz w:val="24"/>
          <w:szCs w:val="24"/>
        </w:rPr>
        <w:t xml:space="preserve"> (sh 202</w:t>
      </w:r>
      <w:r w:rsidR="00FB12B6" w:rsidRPr="0052776C">
        <w:rPr>
          <w:rFonts w:ascii="Times New Roman" w:hAnsi="Times New Roman" w:cs="Times New Roman"/>
          <w:sz w:val="24"/>
          <w:szCs w:val="24"/>
        </w:rPr>
        <w:t>3</w:t>
      </w:r>
      <w:r w:rsidRPr="0052776C">
        <w:rPr>
          <w:rFonts w:ascii="Times New Roman" w:hAnsi="Times New Roman" w:cs="Times New Roman"/>
          <w:sz w:val="24"/>
          <w:szCs w:val="24"/>
        </w:rPr>
        <w:t xml:space="preserve"> aastal teostatud ja vastuvõetud tööde eest).</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709433CC"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9E5EC6">
        <w:rPr>
          <w:rFonts w:ascii="Times New Roman" w:hAnsi="Times New Roman" w:cs="Times New Roman"/>
          <w:sz w:val="24"/>
          <w:szCs w:val="24"/>
        </w:rPr>
        <w:t xml:space="preserve">Põllumajandus- ja </w:t>
      </w:r>
      <w:r w:rsidR="009E5EC6" w:rsidRPr="00C43B1E">
        <w:rPr>
          <w:rFonts w:ascii="Times New Roman" w:hAnsi="Times New Roman" w:cs="Times New Roman"/>
          <w:sz w:val="24"/>
          <w:szCs w:val="24"/>
        </w:rPr>
        <w:t>Toiduameti</w:t>
      </w:r>
      <w:r w:rsidR="00047FEF" w:rsidRPr="00C43B1E">
        <w:rPr>
          <w:rFonts w:ascii="Times New Roman" w:hAnsi="Times New Roman" w:cs="Times New Roman"/>
          <w:sz w:val="24"/>
          <w:szCs w:val="24"/>
        </w:rPr>
        <w:t xml:space="preserve"> </w:t>
      </w:r>
      <w:r w:rsidR="00C60B2E">
        <w:rPr>
          <w:rFonts w:ascii="Times New Roman" w:hAnsi="Times New Roman" w:cs="Times New Roman"/>
          <w:sz w:val="24"/>
          <w:szCs w:val="24"/>
        </w:rPr>
        <w:t xml:space="preserve">ning Transpordiameti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9"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w:t>
      </w:r>
      <w:r w:rsidRPr="00CD01B9">
        <w:rPr>
          <w:rFonts w:ascii="Times New Roman" w:hAnsi="Times New Roman" w:cs="Times New Roman"/>
          <w:sz w:val="24"/>
          <w:szCs w:val="24"/>
        </w:rPr>
        <w:lastRenderedPageBreak/>
        <w:t>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7AA6DEF2"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9225BE" w:rsidRPr="00D30DB0">
        <w:rPr>
          <w:rFonts w:ascii="Times New Roman" w:eastAsia="Times New Roman" w:hAnsi="Times New Roman" w:cs="Times New Roman"/>
          <w:sz w:val="24"/>
          <w:szCs w:val="24"/>
        </w:rPr>
        <w:t xml:space="preserve">Enn Raav tel: 56479639; e-post: </w:t>
      </w:r>
      <w:hyperlink r:id="rId10" w:history="1">
        <w:r w:rsidR="009225BE" w:rsidRPr="00D30DB0">
          <w:rPr>
            <w:rStyle w:val="Hperlink"/>
            <w:rFonts w:ascii="Times New Roman" w:eastAsia="Times New Roman" w:hAnsi="Times New Roman" w:cs="Times New Roman"/>
            <w:sz w:val="24"/>
            <w:szCs w:val="24"/>
          </w:rPr>
          <w:t>enn.raav@rmk.ee</w:t>
        </w:r>
      </w:hyperlink>
      <w:r w:rsidR="009225BE">
        <w:rPr>
          <w:rFonts w:ascii="Times New Roman" w:eastAsia="Times New Roman" w:hAnsi="Times New Roman" w:cs="Times New Roman"/>
          <w:sz w:val="24"/>
          <w:szCs w:val="24"/>
        </w:rPr>
        <w:t>.</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1"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52776C"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 xml:space="preserve">Mõisa/3, </w:t>
            </w:r>
            <w:proofErr w:type="spellStart"/>
            <w:r w:rsidRPr="00A66EC9">
              <w:rPr>
                <w:sz w:val="24"/>
                <w:szCs w:val="24"/>
              </w:rPr>
              <w:t>Sagadi</w:t>
            </w:r>
            <w:proofErr w:type="spellEnd"/>
            <w:r w:rsidRPr="00A66EC9">
              <w:rPr>
                <w:sz w:val="24"/>
                <w:szCs w:val="24"/>
              </w:rPr>
              <w:t xml:space="preserve">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2"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52776C"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gridSpan w:val="2"/>
          </w:tcPr>
          <w:p w14:paraId="23DEA4AA" w14:textId="77777777" w:rsidR="00FE2065" w:rsidRPr="00FE2065" w:rsidRDefault="0052776C"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5A01322A" w14:textId="77777777"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3"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bookmarkEnd w:id="3"/>
    </w:p>
    <w:p w14:paraId="7AEE6712" w14:textId="7777777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0280CE2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221E26D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65F95BA4" w14:textId="77777777" w:rsidR="008B7C96" w:rsidRPr="00FE2065" w:rsidRDefault="008B7C96" w:rsidP="008B7C96">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52776C"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52776C"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77777777" w:rsidR="008B7C96" w:rsidRDefault="008B7C96" w:rsidP="008B7C96">
      <w:pPr>
        <w:rPr>
          <w:rFonts w:ascii="Times New Roman" w:hAnsi="Times New Roman" w:cs="Times New Roman"/>
          <w:sz w:val="24"/>
          <w:szCs w:val="24"/>
        </w:rPr>
      </w:pPr>
      <w:r>
        <w:rPr>
          <w:rFonts w:ascii="Times New Roman" w:hAnsi="Times New Roman" w:cs="Times New Roman"/>
          <w:sz w:val="24"/>
          <w:szCs w:val="24"/>
        </w:rPr>
        <w:br w:type="page"/>
      </w:r>
    </w:p>
    <w:p w14:paraId="7402F704" w14:textId="7777777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B7C96">
      <w:pPr>
        <w:spacing w:after="0" w:line="36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B7C96">
      <w:pPr>
        <w:spacing w:after="0" w:line="360" w:lineRule="auto"/>
        <w:jc w:val="both"/>
        <w:rPr>
          <w:rFonts w:ascii="Times New Roman" w:eastAsia="Calibri" w:hAnsi="Times New Roman" w:cs="Times New Roman"/>
          <w:color w:val="000000"/>
          <w:sz w:val="24"/>
        </w:rPr>
      </w:pPr>
    </w:p>
    <w:p w14:paraId="676392FF" w14:textId="77777777" w:rsidR="008B7C96" w:rsidRPr="003F3A57" w:rsidRDefault="008B7C96" w:rsidP="008B7C96">
      <w:pPr>
        <w:spacing w:after="0" w:line="36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2FE981A6"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4"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4"/>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B7C96">
      <w:pPr>
        <w:spacing w:after="240" w:line="240" w:lineRule="auto"/>
        <w:ind w:left="-6"/>
        <w:jc w:val="both"/>
        <w:rPr>
          <w:rFonts w:ascii="Times New Roman" w:eastAsia="Calibri" w:hAnsi="Times New Roman" w:cs="Times New Roman"/>
          <w:color w:val="000000"/>
          <w:sz w:val="24"/>
        </w:rPr>
      </w:pPr>
    </w:p>
    <w:p w14:paraId="518B7941"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B7C96">
      <w:pPr>
        <w:spacing w:after="240" w:line="240" w:lineRule="auto"/>
        <w:ind w:left="-6"/>
        <w:jc w:val="both"/>
        <w:rPr>
          <w:rFonts w:ascii="Times New Roman" w:eastAsia="Calibri" w:hAnsi="Times New Roman" w:cs="Times New Roman"/>
          <w:color w:val="000000"/>
          <w:sz w:val="24"/>
        </w:rPr>
      </w:pPr>
    </w:p>
    <w:p w14:paraId="60991C59"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B7C96">
      <w:pPr>
        <w:numPr>
          <w:ilvl w:val="2"/>
          <w:numId w:val="10"/>
        </w:numPr>
        <w:spacing w:after="240" w:line="240" w:lineRule="auto"/>
        <w:ind w:left="709" w:hanging="709"/>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B7C96">
      <w:pPr>
        <w:spacing w:after="240" w:line="240" w:lineRule="auto"/>
        <w:jc w:val="both"/>
        <w:rPr>
          <w:rFonts w:ascii="Times New Roman" w:eastAsia="Calibri" w:hAnsi="Times New Roman" w:cs="Times New Roman"/>
          <w:color w:val="000000"/>
          <w:sz w:val="24"/>
        </w:rPr>
      </w:pPr>
    </w:p>
    <w:p w14:paraId="2D772502"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B2A306E" w14:textId="77777777" w:rsidR="008B7C96" w:rsidRDefault="008B7C96" w:rsidP="008B7C96">
      <w:pPr>
        <w:spacing w:after="240" w:line="240" w:lineRule="auto"/>
        <w:ind w:left="-6"/>
        <w:jc w:val="both"/>
        <w:rPr>
          <w:rFonts w:ascii="Times New Roman" w:eastAsia="Calibri" w:hAnsi="Times New Roman" w:cs="Times New Roman"/>
          <w:color w:val="000000"/>
          <w:sz w:val="24"/>
        </w:rPr>
      </w:pPr>
    </w:p>
    <w:p w14:paraId="219362A9" w14:textId="77777777" w:rsidR="005150B2" w:rsidRPr="003F3A57" w:rsidRDefault="005150B2" w:rsidP="008B7C96">
      <w:pPr>
        <w:spacing w:after="240" w:line="240" w:lineRule="auto"/>
        <w:ind w:left="-6"/>
        <w:jc w:val="both"/>
        <w:rPr>
          <w:rFonts w:ascii="Times New Roman" w:eastAsia="Calibri" w:hAnsi="Times New Roman" w:cs="Times New Roman"/>
          <w:color w:val="000000"/>
          <w:sz w:val="24"/>
        </w:rPr>
      </w:pPr>
    </w:p>
    <w:p w14:paraId="0C90AAAE"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lastRenderedPageBreak/>
        <w:t>Muud sätted</w:t>
      </w:r>
    </w:p>
    <w:p w14:paraId="24F089F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p>
    <w:p w14:paraId="1FE70F69"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p>
    <w:p w14:paraId="012E76E7"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B7C96">
      <w:pPr>
        <w:shd w:val="clear" w:color="auto" w:fill="FFFFFF"/>
        <w:spacing w:after="60" w:line="276"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7E38DD65" w14:textId="77777777" w:rsidR="008B7C96" w:rsidRPr="003F3A57" w:rsidRDefault="0052776C" w:rsidP="008B7C96">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B7C96">
      <w:pPr>
        <w:tabs>
          <w:tab w:val="left" w:pos="5103"/>
        </w:tabs>
        <w:spacing w:after="0" w:line="36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38497C">
            <w:pPr>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38497C">
            <w:pPr>
              <w:jc w:val="both"/>
              <w:rPr>
                <w:sz w:val="24"/>
                <w:szCs w:val="24"/>
              </w:rPr>
            </w:pPr>
            <w:r>
              <w:rPr>
                <w:sz w:val="24"/>
                <w:szCs w:val="24"/>
              </w:rPr>
              <w:t>………………</w:t>
            </w:r>
          </w:p>
        </w:tc>
      </w:tr>
    </w:tbl>
    <w:p w14:paraId="5B25FBB0" w14:textId="77777777" w:rsidR="008B7C96" w:rsidRPr="00FE2065" w:rsidRDefault="008B7C96" w:rsidP="008B7C96">
      <w:pPr>
        <w:rPr>
          <w:rFonts w:ascii="Times New Roman" w:hAnsi="Times New Roman" w:cs="Times New Roman"/>
          <w:sz w:val="24"/>
          <w:szCs w:val="24"/>
        </w:rPr>
      </w:pPr>
    </w:p>
    <w:p w14:paraId="5B3563FB" w14:textId="77777777" w:rsidR="008B7C96" w:rsidRDefault="008B7C96" w:rsidP="008B7C96">
      <w:r>
        <w:br w:type="page"/>
      </w:r>
    </w:p>
    <w:p w14:paraId="2A49743E" w14:textId="7777777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52776C"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52776C"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803DD9">
      <w:type w:val="continuous"/>
      <w:pgSz w:w="11906" w:h="16838"/>
      <w:pgMar w:top="851" w:right="566" w:bottom="1702" w:left="1418"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A65B1" w14:textId="77777777" w:rsidR="00897FFE" w:rsidRDefault="00897FFE" w:rsidP="00705773">
      <w:pPr>
        <w:spacing w:after="0" w:line="240" w:lineRule="auto"/>
      </w:pPr>
      <w:r>
        <w:separator/>
      </w:r>
    </w:p>
  </w:endnote>
  <w:endnote w:type="continuationSeparator" w:id="0">
    <w:p w14:paraId="06822590" w14:textId="77777777" w:rsidR="00897FFE" w:rsidRDefault="00897FFE"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6EDA3" w14:textId="77777777" w:rsidR="00897FFE" w:rsidRDefault="00897FFE" w:rsidP="00705773">
      <w:pPr>
        <w:spacing w:after="0" w:line="240" w:lineRule="auto"/>
      </w:pPr>
      <w:r>
        <w:separator/>
      </w:r>
    </w:p>
  </w:footnote>
  <w:footnote w:type="continuationSeparator" w:id="0">
    <w:p w14:paraId="0F4F8373" w14:textId="77777777" w:rsidR="00897FFE" w:rsidRDefault="00897FFE"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72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1"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4"/>
  </w:num>
  <w:num w:numId="3" w16cid:durableId="428434512">
    <w:abstractNumId w:val="2"/>
  </w:num>
  <w:num w:numId="4" w16cid:durableId="893780813">
    <w:abstractNumId w:val="6"/>
  </w:num>
  <w:num w:numId="5" w16cid:durableId="284891417">
    <w:abstractNumId w:val="5"/>
  </w:num>
  <w:num w:numId="6" w16cid:durableId="1453086223">
    <w:abstractNumId w:val="11"/>
  </w:num>
  <w:num w:numId="7" w16cid:durableId="1027415269">
    <w:abstractNumId w:val="10"/>
  </w:num>
  <w:num w:numId="8" w16cid:durableId="51853159">
    <w:abstractNumId w:val="9"/>
  </w:num>
  <w:num w:numId="9" w16cid:durableId="612715840">
    <w:abstractNumId w:val="7"/>
  </w:num>
  <w:num w:numId="10" w16cid:durableId="429932463">
    <w:abstractNumId w:val="8"/>
  </w:num>
  <w:num w:numId="11" w16cid:durableId="1363827597">
    <w:abstractNumId w:val="0"/>
  </w:num>
  <w:num w:numId="12" w16cid:durableId="20396933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16CFA"/>
    <w:rsid w:val="00033FC5"/>
    <w:rsid w:val="00036EAF"/>
    <w:rsid w:val="0004420C"/>
    <w:rsid w:val="00047FEF"/>
    <w:rsid w:val="0005144C"/>
    <w:rsid w:val="00052C71"/>
    <w:rsid w:val="00060C70"/>
    <w:rsid w:val="00062201"/>
    <w:rsid w:val="00064DF5"/>
    <w:rsid w:val="000663B2"/>
    <w:rsid w:val="0007258A"/>
    <w:rsid w:val="00075726"/>
    <w:rsid w:val="00076CCA"/>
    <w:rsid w:val="00096AC2"/>
    <w:rsid w:val="000A42B5"/>
    <w:rsid w:val="000A4D66"/>
    <w:rsid w:val="000A6F56"/>
    <w:rsid w:val="000B1313"/>
    <w:rsid w:val="000B19CE"/>
    <w:rsid w:val="000B5C10"/>
    <w:rsid w:val="000B7084"/>
    <w:rsid w:val="000C1ADA"/>
    <w:rsid w:val="000C23AF"/>
    <w:rsid w:val="000C259E"/>
    <w:rsid w:val="000C3743"/>
    <w:rsid w:val="000C4124"/>
    <w:rsid w:val="000D545C"/>
    <w:rsid w:val="000D6420"/>
    <w:rsid w:val="000D6BF8"/>
    <w:rsid w:val="000E1DDF"/>
    <w:rsid w:val="000F2C04"/>
    <w:rsid w:val="000F6C7B"/>
    <w:rsid w:val="00100B2C"/>
    <w:rsid w:val="00107D6D"/>
    <w:rsid w:val="00115886"/>
    <w:rsid w:val="00116517"/>
    <w:rsid w:val="0011651D"/>
    <w:rsid w:val="001175F4"/>
    <w:rsid w:val="0012352D"/>
    <w:rsid w:val="00125F24"/>
    <w:rsid w:val="00126497"/>
    <w:rsid w:val="00132919"/>
    <w:rsid w:val="00136222"/>
    <w:rsid w:val="00143BEB"/>
    <w:rsid w:val="00144026"/>
    <w:rsid w:val="00144C61"/>
    <w:rsid w:val="00154D28"/>
    <w:rsid w:val="00156510"/>
    <w:rsid w:val="00164848"/>
    <w:rsid w:val="001653A0"/>
    <w:rsid w:val="001718A1"/>
    <w:rsid w:val="00174C1E"/>
    <w:rsid w:val="00175C9A"/>
    <w:rsid w:val="0017625F"/>
    <w:rsid w:val="00176C45"/>
    <w:rsid w:val="00177B2A"/>
    <w:rsid w:val="001A3016"/>
    <w:rsid w:val="001A347F"/>
    <w:rsid w:val="001C46CC"/>
    <w:rsid w:val="001C66B4"/>
    <w:rsid w:val="001D24CC"/>
    <w:rsid w:val="001E43DF"/>
    <w:rsid w:val="001E5D59"/>
    <w:rsid w:val="001F53F7"/>
    <w:rsid w:val="00200742"/>
    <w:rsid w:val="00200FCE"/>
    <w:rsid w:val="00201C05"/>
    <w:rsid w:val="002033E1"/>
    <w:rsid w:val="00205144"/>
    <w:rsid w:val="00211F31"/>
    <w:rsid w:val="0022208D"/>
    <w:rsid w:val="0022315F"/>
    <w:rsid w:val="00230643"/>
    <w:rsid w:val="00233204"/>
    <w:rsid w:val="00237467"/>
    <w:rsid w:val="0023764E"/>
    <w:rsid w:val="00240C3D"/>
    <w:rsid w:val="00245FE2"/>
    <w:rsid w:val="00246934"/>
    <w:rsid w:val="002551B0"/>
    <w:rsid w:val="0026144E"/>
    <w:rsid w:val="00262B7A"/>
    <w:rsid w:val="00264D51"/>
    <w:rsid w:val="002747CE"/>
    <w:rsid w:val="00281267"/>
    <w:rsid w:val="0028617F"/>
    <w:rsid w:val="0029018F"/>
    <w:rsid w:val="0029422D"/>
    <w:rsid w:val="00295905"/>
    <w:rsid w:val="00295C04"/>
    <w:rsid w:val="002A01B7"/>
    <w:rsid w:val="002A0F58"/>
    <w:rsid w:val="002A3077"/>
    <w:rsid w:val="002A510C"/>
    <w:rsid w:val="002A65DC"/>
    <w:rsid w:val="002B106D"/>
    <w:rsid w:val="002B2823"/>
    <w:rsid w:val="002B2B18"/>
    <w:rsid w:val="002C6717"/>
    <w:rsid w:val="002D00AD"/>
    <w:rsid w:val="002D1BF4"/>
    <w:rsid w:val="002D5B5B"/>
    <w:rsid w:val="002D615A"/>
    <w:rsid w:val="002E3E18"/>
    <w:rsid w:val="002E46EF"/>
    <w:rsid w:val="00300A22"/>
    <w:rsid w:val="00320DDC"/>
    <w:rsid w:val="00326675"/>
    <w:rsid w:val="003403F1"/>
    <w:rsid w:val="00342A7D"/>
    <w:rsid w:val="00346054"/>
    <w:rsid w:val="00352C29"/>
    <w:rsid w:val="0035454A"/>
    <w:rsid w:val="00362D78"/>
    <w:rsid w:val="003648E0"/>
    <w:rsid w:val="003655AF"/>
    <w:rsid w:val="00370C19"/>
    <w:rsid w:val="00372718"/>
    <w:rsid w:val="00372F03"/>
    <w:rsid w:val="003762BF"/>
    <w:rsid w:val="003858D6"/>
    <w:rsid w:val="00385D15"/>
    <w:rsid w:val="003901F8"/>
    <w:rsid w:val="003924E6"/>
    <w:rsid w:val="003A0C19"/>
    <w:rsid w:val="003A47FB"/>
    <w:rsid w:val="003A5CAE"/>
    <w:rsid w:val="003B0383"/>
    <w:rsid w:val="003B0B0F"/>
    <w:rsid w:val="003B16FD"/>
    <w:rsid w:val="003C1AE0"/>
    <w:rsid w:val="003D3775"/>
    <w:rsid w:val="003D4CC9"/>
    <w:rsid w:val="003E66D7"/>
    <w:rsid w:val="003F0FE8"/>
    <w:rsid w:val="00403502"/>
    <w:rsid w:val="00404E5C"/>
    <w:rsid w:val="00420CC1"/>
    <w:rsid w:val="00421F03"/>
    <w:rsid w:val="00422005"/>
    <w:rsid w:val="00426EB8"/>
    <w:rsid w:val="00435415"/>
    <w:rsid w:val="00435E02"/>
    <w:rsid w:val="00440C6B"/>
    <w:rsid w:val="00446E63"/>
    <w:rsid w:val="004610D6"/>
    <w:rsid w:val="004633F3"/>
    <w:rsid w:val="00463886"/>
    <w:rsid w:val="00473835"/>
    <w:rsid w:val="00476429"/>
    <w:rsid w:val="0047690D"/>
    <w:rsid w:val="004863B0"/>
    <w:rsid w:val="00490ABD"/>
    <w:rsid w:val="004926D0"/>
    <w:rsid w:val="004939A2"/>
    <w:rsid w:val="00494163"/>
    <w:rsid w:val="004A445E"/>
    <w:rsid w:val="004B1E9F"/>
    <w:rsid w:val="004B315A"/>
    <w:rsid w:val="004C1F0A"/>
    <w:rsid w:val="004C3136"/>
    <w:rsid w:val="004C6088"/>
    <w:rsid w:val="004C6689"/>
    <w:rsid w:val="004D53C3"/>
    <w:rsid w:val="004D53FC"/>
    <w:rsid w:val="004D7234"/>
    <w:rsid w:val="004E2589"/>
    <w:rsid w:val="004E3C0E"/>
    <w:rsid w:val="004E7551"/>
    <w:rsid w:val="004F1809"/>
    <w:rsid w:val="004F4A55"/>
    <w:rsid w:val="004F5D8E"/>
    <w:rsid w:val="005012FE"/>
    <w:rsid w:val="00505358"/>
    <w:rsid w:val="0050772E"/>
    <w:rsid w:val="005103C7"/>
    <w:rsid w:val="0051267D"/>
    <w:rsid w:val="005150B2"/>
    <w:rsid w:val="00521D53"/>
    <w:rsid w:val="005229E5"/>
    <w:rsid w:val="0052776C"/>
    <w:rsid w:val="00527C0C"/>
    <w:rsid w:val="00531C47"/>
    <w:rsid w:val="00531EA4"/>
    <w:rsid w:val="00534E6F"/>
    <w:rsid w:val="00547290"/>
    <w:rsid w:val="0055062F"/>
    <w:rsid w:val="00550BD1"/>
    <w:rsid w:val="005511C6"/>
    <w:rsid w:val="00556771"/>
    <w:rsid w:val="00561A0F"/>
    <w:rsid w:val="00562E2E"/>
    <w:rsid w:val="0056467F"/>
    <w:rsid w:val="00566437"/>
    <w:rsid w:val="00572C92"/>
    <w:rsid w:val="00582353"/>
    <w:rsid w:val="00591DCC"/>
    <w:rsid w:val="00593801"/>
    <w:rsid w:val="005A05B8"/>
    <w:rsid w:val="005E0883"/>
    <w:rsid w:val="005E4244"/>
    <w:rsid w:val="005F7669"/>
    <w:rsid w:val="00611608"/>
    <w:rsid w:val="006222B8"/>
    <w:rsid w:val="00626AF5"/>
    <w:rsid w:val="006333D4"/>
    <w:rsid w:val="00642E49"/>
    <w:rsid w:val="00645DCF"/>
    <w:rsid w:val="00647FC4"/>
    <w:rsid w:val="00657B0E"/>
    <w:rsid w:val="0066511C"/>
    <w:rsid w:val="00665AF3"/>
    <w:rsid w:val="006674C9"/>
    <w:rsid w:val="006710C0"/>
    <w:rsid w:val="006731FB"/>
    <w:rsid w:val="0068271C"/>
    <w:rsid w:val="006876D2"/>
    <w:rsid w:val="006879DE"/>
    <w:rsid w:val="006A7AB6"/>
    <w:rsid w:val="006B6064"/>
    <w:rsid w:val="006C167B"/>
    <w:rsid w:val="006C1720"/>
    <w:rsid w:val="006C7751"/>
    <w:rsid w:val="006D0195"/>
    <w:rsid w:val="006D490F"/>
    <w:rsid w:val="006D5CAA"/>
    <w:rsid w:val="006E45A0"/>
    <w:rsid w:val="006E76D5"/>
    <w:rsid w:val="006F28BE"/>
    <w:rsid w:val="006F46F7"/>
    <w:rsid w:val="006F47BC"/>
    <w:rsid w:val="006F5B87"/>
    <w:rsid w:val="006F7841"/>
    <w:rsid w:val="0070499B"/>
    <w:rsid w:val="00704FEE"/>
    <w:rsid w:val="00705773"/>
    <w:rsid w:val="007075A3"/>
    <w:rsid w:val="00707E7A"/>
    <w:rsid w:val="00716C86"/>
    <w:rsid w:val="00720E3E"/>
    <w:rsid w:val="00726839"/>
    <w:rsid w:val="00727584"/>
    <w:rsid w:val="00727689"/>
    <w:rsid w:val="00731271"/>
    <w:rsid w:val="00735A3A"/>
    <w:rsid w:val="0073642E"/>
    <w:rsid w:val="00737307"/>
    <w:rsid w:val="0074370A"/>
    <w:rsid w:val="007451F1"/>
    <w:rsid w:val="007535ED"/>
    <w:rsid w:val="00753EFD"/>
    <w:rsid w:val="007564A7"/>
    <w:rsid w:val="00761D7C"/>
    <w:rsid w:val="00765A0F"/>
    <w:rsid w:val="00773EA3"/>
    <w:rsid w:val="00787167"/>
    <w:rsid w:val="00794FD0"/>
    <w:rsid w:val="00795EAC"/>
    <w:rsid w:val="00797D8F"/>
    <w:rsid w:val="007A427E"/>
    <w:rsid w:val="007B3401"/>
    <w:rsid w:val="007C0B9C"/>
    <w:rsid w:val="007C0C1F"/>
    <w:rsid w:val="007C177D"/>
    <w:rsid w:val="007C4CFB"/>
    <w:rsid w:val="007C604C"/>
    <w:rsid w:val="007D545A"/>
    <w:rsid w:val="007E3262"/>
    <w:rsid w:val="007F078B"/>
    <w:rsid w:val="007F3944"/>
    <w:rsid w:val="008000D7"/>
    <w:rsid w:val="00803DD9"/>
    <w:rsid w:val="00804615"/>
    <w:rsid w:val="00805107"/>
    <w:rsid w:val="00807879"/>
    <w:rsid w:val="00813406"/>
    <w:rsid w:val="0081395D"/>
    <w:rsid w:val="00815B0C"/>
    <w:rsid w:val="008325E1"/>
    <w:rsid w:val="00834585"/>
    <w:rsid w:val="00840195"/>
    <w:rsid w:val="00841D8B"/>
    <w:rsid w:val="00845209"/>
    <w:rsid w:val="008454CD"/>
    <w:rsid w:val="00847DD0"/>
    <w:rsid w:val="00860DF0"/>
    <w:rsid w:val="008723AA"/>
    <w:rsid w:val="00872C61"/>
    <w:rsid w:val="008929D8"/>
    <w:rsid w:val="00897FFE"/>
    <w:rsid w:val="008A2313"/>
    <w:rsid w:val="008B5144"/>
    <w:rsid w:val="008B78B6"/>
    <w:rsid w:val="008B7C96"/>
    <w:rsid w:val="008C06A3"/>
    <w:rsid w:val="008C316C"/>
    <w:rsid w:val="008C6CCD"/>
    <w:rsid w:val="008C6D05"/>
    <w:rsid w:val="008D1C0E"/>
    <w:rsid w:val="008D4631"/>
    <w:rsid w:val="008D4AF3"/>
    <w:rsid w:val="008D6179"/>
    <w:rsid w:val="008E2AB3"/>
    <w:rsid w:val="008F07A8"/>
    <w:rsid w:val="008F6BE0"/>
    <w:rsid w:val="008F71C4"/>
    <w:rsid w:val="00920AC1"/>
    <w:rsid w:val="009225BE"/>
    <w:rsid w:val="00930AE1"/>
    <w:rsid w:val="00944E6E"/>
    <w:rsid w:val="0094563E"/>
    <w:rsid w:val="00945E93"/>
    <w:rsid w:val="0095274F"/>
    <w:rsid w:val="00955FB6"/>
    <w:rsid w:val="00962678"/>
    <w:rsid w:val="00963B7A"/>
    <w:rsid w:val="00964EF6"/>
    <w:rsid w:val="00970F8D"/>
    <w:rsid w:val="00971D69"/>
    <w:rsid w:val="00980475"/>
    <w:rsid w:val="0098052B"/>
    <w:rsid w:val="0098600A"/>
    <w:rsid w:val="00987177"/>
    <w:rsid w:val="00993638"/>
    <w:rsid w:val="009A499D"/>
    <w:rsid w:val="009B262F"/>
    <w:rsid w:val="009D16AB"/>
    <w:rsid w:val="009D47F5"/>
    <w:rsid w:val="009D5EC5"/>
    <w:rsid w:val="009E2C79"/>
    <w:rsid w:val="009E5EC6"/>
    <w:rsid w:val="009F176A"/>
    <w:rsid w:val="009F210B"/>
    <w:rsid w:val="00A05BA8"/>
    <w:rsid w:val="00A06236"/>
    <w:rsid w:val="00A1642F"/>
    <w:rsid w:val="00A2018D"/>
    <w:rsid w:val="00A21251"/>
    <w:rsid w:val="00A23909"/>
    <w:rsid w:val="00A26DDA"/>
    <w:rsid w:val="00A274A5"/>
    <w:rsid w:val="00A32095"/>
    <w:rsid w:val="00A32F4F"/>
    <w:rsid w:val="00A338CC"/>
    <w:rsid w:val="00A37000"/>
    <w:rsid w:val="00A41C1D"/>
    <w:rsid w:val="00A43226"/>
    <w:rsid w:val="00A43B55"/>
    <w:rsid w:val="00A5214F"/>
    <w:rsid w:val="00A66EC9"/>
    <w:rsid w:val="00A7004A"/>
    <w:rsid w:val="00A74649"/>
    <w:rsid w:val="00A769A3"/>
    <w:rsid w:val="00A76BD6"/>
    <w:rsid w:val="00A777AE"/>
    <w:rsid w:val="00A903B3"/>
    <w:rsid w:val="00A90492"/>
    <w:rsid w:val="00A92081"/>
    <w:rsid w:val="00A97D13"/>
    <w:rsid w:val="00AA0CBB"/>
    <w:rsid w:val="00AA3C72"/>
    <w:rsid w:val="00AA7D22"/>
    <w:rsid w:val="00AB192C"/>
    <w:rsid w:val="00AC26BD"/>
    <w:rsid w:val="00AC2DD6"/>
    <w:rsid w:val="00AC63CB"/>
    <w:rsid w:val="00AE2FD8"/>
    <w:rsid w:val="00AE5542"/>
    <w:rsid w:val="00AF5E2E"/>
    <w:rsid w:val="00B05B0F"/>
    <w:rsid w:val="00B0669E"/>
    <w:rsid w:val="00B1084B"/>
    <w:rsid w:val="00B11A0D"/>
    <w:rsid w:val="00B154EE"/>
    <w:rsid w:val="00B2088B"/>
    <w:rsid w:val="00B239B4"/>
    <w:rsid w:val="00B25B6B"/>
    <w:rsid w:val="00B31395"/>
    <w:rsid w:val="00B40633"/>
    <w:rsid w:val="00B4132B"/>
    <w:rsid w:val="00B45F35"/>
    <w:rsid w:val="00B53CB7"/>
    <w:rsid w:val="00B5424E"/>
    <w:rsid w:val="00B554C2"/>
    <w:rsid w:val="00B6168F"/>
    <w:rsid w:val="00B638AB"/>
    <w:rsid w:val="00B70023"/>
    <w:rsid w:val="00B71760"/>
    <w:rsid w:val="00B72909"/>
    <w:rsid w:val="00B826FD"/>
    <w:rsid w:val="00B82A12"/>
    <w:rsid w:val="00B82E75"/>
    <w:rsid w:val="00B85257"/>
    <w:rsid w:val="00B908A9"/>
    <w:rsid w:val="00B963CC"/>
    <w:rsid w:val="00B96956"/>
    <w:rsid w:val="00BA41B8"/>
    <w:rsid w:val="00BA5F37"/>
    <w:rsid w:val="00BB36A5"/>
    <w:rsid w:val="00BB3983"/>
    <w:rsid w:val="00BC2AAD"/>
    <w:rsid w:val="00BC7227"/>
    <w:rsid w:val="00BD28F6"/>
    <w:rsid w:val="00BD5077"/>
    <w:rsid w:val="00BD54A3"/>
    <w:rsid w:val="00BD58C8"/>
    <w:rsid w:val="00BD5E7F"/>
    <w:rsid w:val="00BE1A4D"/>
    <w:rsid w:val="00BE2DFC"/>
    <w:rsid w:val="00BE7126"/>
    <w:rsid w:val="00BF1202"/>
    <w:rsid w:val="00BF29BC"/>
    <w:rsid w:val="00BF407C"/>
    <w:rsid w:val="00BF6A4B"/>
    <w:rsid w:val="00BF7A85"/>
    <w:rsid w:val="00C014E0"/>
    <w:rsid w:val="00C163EF"/>
    <w:rsid w:val="00C177E3"/>
    <w:rsid w:val="00C30DA7"/>
    <w:rsid w:val="00C3201A"/>
    <w:rsid w:val="00C42B10"/>
    <w:rsid w:val="00C43B1E"/>
    <w:rsid w:val="00C46B12"/>
    <w:rsid w:val="00C46BBC"/>
    <w:rsid w:val="00C50193"/>
    <w:rsid w:val="00C5102E"/>
    <w:rsid w:val="00C5571F"/>
    <w:rsid w:val="00C57E63"/>
    <w:rsid w:val="00C60B2E"/>
    <w:rsid w:val="00C74515"/>
    <w:rsid w:val="00C76CE0"/>
    <w:rsid w:val="00C8371F"/>
    <w:rsid w:val="00C869BE"/>
    <w:rsid w:val="00C87FB5"/>
    <w:rsid w:val="00C91E96"/>
    <w:rsid w:val="00C95CB2"/>
    <w:rsid w:val="00CA3267"/>
    <w:rsid w:val="00CC3CC1"/>
    <w:rsid w:val="00CC6626"/>
    <w:rsid w:val="00CD01B9"/>
    <w:rsid w:val="00CD0898"/>
    <w:rsid w:val="00CD11B4"/>
    <w:rsid w:val="00CD1935"/>
    <w:rsid w:val="00CD5407"/>
    <w:rsid w:val="00CE364A"/>
    <w:rsid w:val="00CE6E2F"/>
    <w:rsid w:val="00CE7F25"/>
    <w:rsid w:val="00CF42C1"/>
    <w:rsid w:val="00CF7CF3"/>
    <w:rsid w:val="00D0300B"/>
    <w:rsid w:val="00D03C4B"/>
    <w:rsid w:val="00D07FE1"/>
    <w:rsid w:val="00D22D05"/>
    <w:rsid w:val="00D232B8"/>
    <w:rsid w:val="00D3527A"/>
    <w:rsid w:val="00D37757"/>
    <w:rsid w:val="00D44D3C"/>
    <w:rsid w:val="00D4639A"/>
    <w:rsid w:val="00D47D23"/>
    <w:rsid w:val="00D55A49"/>
    <w:rsid w:val="00D57B01"/>
    <w:rsid w:val="00D62819"/>
    <w:rsid w:val="00D63883"/>
    <w:rsid w:val="00D63DBC"/>
    <w:rsid w:val="00D65ACB"/>
    <w:rsid w:val="00D803FD"/>
    <w:rsid w:val="00D85443"/>
    <w:rsid w:val="00D908F8"/>
    <w:rsid w:val="00D921F8"/>
    <w:rsid w:val="00DA4177"/>
    <w:rsid w:val="00DA51CC"/>
    <w:rsid w:val="00DA633F"/>
    <w:rsid w:val="00DA71FA"/>
    <w:rsid w:val="00DA75A8"/>
    <w:rsid w:val="00DC47AE"/>
    <w:rsid w:val="00DD3DC4"/>
    <w:rsid w:val="00DD594C"/>
    <w:rsid w:val="00DD78EF"/>
    <w:rsid w:val="00DE706F"/>
    <w:rsid w:val="00E031BB"/>
    <w:rsid w:val="00E10FCA"/>
    <w:rsid w:val="00E14232"/>
    <w:rsid w:val="00E172A6"/>
    <w:rsid w:val="00E31834"/>
    <w:rsid w:val="00E31BC5"/>
    <w:rsid w:val="00E412BB"/>
    <w:rsid w:val="00E46C16"/>
    <w:rsid w:val="00E50701"/>
    <w:rsid w:val="00E529AF"/>
    <w:rsid w:val="00E54F51"/>
    <w:rsid w:val="00E7790D"/>
    <w:rsid w:val="00E84463"/>
    <w:rsid w:val="00E86277"/>
    <w:rsid w:val="00E86402"/>
    <w:rsid w:val="00E92332"/>
    <w:rsid w:val="00E931E8"/>
    <w:rsid w:val="00EA2B33"/>
    <w:rsid w:val="00EB7A3D"/>
    <w:rsid w:val="00EC54EE"/>
    <w:rsid w:val="00ED3F2C"/>
    <w:rsid w:val="00ED7875"/>
    <w:rsid w:val="00EE3A60"/>
    <w:rsid w:val="00EF1D40"/>
    <w:rsid w:val="00EF4859"/>
    <w:rsid w:val="00EF5204"/>
    <w:rsid w:val="00F017FE"/>
    <w:rsid w:val="00F02043"/>
    <w:rsid w:val="00F060DD"/>
    <w:rsid w:val="00F11846"/>
    <w:rsid w:val="00F12BDD"/>
    <w:rsid w:val="00F232E9"/>
    <w:rsid w:val="00F30CFF"/>
    <w:rsid w:val="00F32418"/>
    <w:rsid w:val="00F3265A"/>
    <w:rsid w:val="00F33597"/>
    <w:rsid w:val="00F33E9D"/>
    <w:rsid w:val="00F342E7"/>
    <w:rsid w:val="00F413B8"/>
    <w:rsid w:val="00F46D2D"/>
    <w:rsid w:val="00F50374"/>
    <w:rsid w:val="00F60609"/>
    <w:rsid w:val="00F60636"/>
    <w:rsid w:val="00F65412"/>
    <w:rsid w:val="00F71CCE"/>
    <w:rsid w:val="00F723B3"/>
    <w:rsid w:val="00F74140"/>
    <w:rsid w:val="00F807B9"/>
    <w:rsid w:val="00F9006C"/>
    <w:rsid w:val="00F93A07"/>
    <w:rsid w:val="00F960F2"/>
    <w:rsid w:val="00F963BD"/>
    <w:rsid w:val="00FA287C"/>
    <w:rsid w:val="00FA2AFB"/>
    <w:rsid w:val="00FB12B6"/>
    <w:rsid w:val="00FB2CA1"/>
    <w:rsid w:val="00FB32B8"/>
    <w:rsid w:val="00FB4B14"/>
    <w:rsid w:val="00FB511D"/>
    <w:rsid w:val="00FB604C"/>
    <w:rsid w:val="00FB60EB"/>
    <w:rsid w:val="00FC1424"/>
    <w:rsid w:val="00FC5031"/>
    <w:rsid w:val="00FC5D46"/>
    <w:rsid w:val="00FD4634"/>
    <w:rsid w:val="00FD5881"/>
    <w:rsid w:val="00FE2065"/>
    <w:rsid w:val="00FE2E86"/>
    <w:rsid w:val="00FE5455"/>
    <w:rsid w:val="00FE7045"/>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mk@rmk.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gus.reimann@rmk.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nn.raav@rmk.ee" TargetMode="External"/><Relationship Id="rId4" Type="http://schemas.openxmlformats.org/officeDocument/2006/relationships/settings" Target="settings.xml"/><Relationship Id="rId9" Type="http://schemas.openxmlformats.org/officeDocument/2006/relationships/hyperlink" Target="https://www.rik.ee/et/e-arveldaja"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81706"/>
    <w:rsid w:val="00137498"/>
    <w:rsid w:val="0016358B"/>
    <w:rsid w:val="00170480"/>
    <w:rsid w:val="0018551C"/>
    <w:rsid w:val="00190188"/>
    <w:rsid w:val="00193892"/>
    <w:rsid w:val="00254FCF"/>
    <w:rsid w:val="002D10E3"/>
    <w:rsid w:val="002E144C"/>
    <w:rsid w:val="002F2D3C"/>
    <w:rsid w:val="002F41D3"/>
    <w:rsid w:val="002F4347"/>
    <w:rsid w:val="00351194"/>
    <w:rsid w:val="00351FD1"/>
    <w:rsid w:val="00362239"/>
    <w:rsid w:val="0038008E"/>
    <w:rsid w:val="003C6885"/>
    <w:rsid w:val="00433F39"/>
    <w:rsid w:val="00456B7E"/>
    <w:rsid w:val="004617F3"/>
    <w:rsid w:val="00486B87"/>
    <w:rsid w:val="00491275"/>
    <w:rsid w:val="004B2DE6"/>
    <w:rsid w:val="004D122A"/>
    <w:rsid w:val="004F6639"/>
    <w:rsid w:val="00517522"/>
    <w:rsid w:val="00523061"/>
    <w:rsid w:val="0053141C"/>
    <w:rsid w:val="00551D60"/>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F484C"/>
    <w:rsid w:val="007618A0"/>
    <w:rsid w:val="00774524"/>
    <w:rsid w:val="00782078"/>
    <w:rsid w:val="0078799E"/>
    <w:rsid w:val="007B52D5"/>
    <w:rsid w:val="00801A2E"/>
    <w:rsid w:val="00803940"/>
    <w:rsid w:val="00826665"/>
    <w:rsid w:val="00870CEF"/>
    <w:rsid w:val="00892678"/>
    <w:rsid w:val="008F67E6"/>
    <w:rsid w:val="00914169"/>
    <w:rsid w:val="009200D6"/>
    <w:rsid w:val="009267EA"/>
    <w:rsid w:val="0094449D"/>
    <w:rsid w:val="00951C2D"/>
    <w:rsid w:val="00952AC1"/>
    <w:rsid w:val="00963822"/>
    <w:rsid w:val="00976593"/>
    <w:rsid w:val="009773B6"/>
    <w:rsid w:val="009848A8"/>
    <w:rsid w:val="009932A9"/>
    <w:rsid w:val="009D5A99"/>
    <w:rsid w:val="009E2EBC"/>
    <w:rsid w:val="009F2739"/>
    <w:rsid w:val="00A1078C"/>
    <w:rsid w:val="00A20522"/>
    <w:rsid w:val="00A7539A"/>
    <w:rsid w:val="00AB745C"/>
    <w:rsid w:val="00AB7783"/>
    <w:rsid w:val="00AC021F"/>
    <w:rsid w:val="00AE27C3"/>
    <w:rsid w:val="00B06A5C"/>
    <w:rsid w:val="00B30BA5"/>
    <w:rsid w:val="00B32772"/>
    <w:rsid w:val="00B55279"/>
    <w:rsid w:val="00B612B5"/>
    <w:rsid w:val="00B82D72"/>
    <w:rsid w:val="00BA7C7D"/>
    <w:rsid w:val="00BD445D"/>
    <w:rsid w:val="00C11BB1"/>
    <w:rsid w:val="00C33B34"/>
    <w:rsid w:val="00C42131"/>
    <w:rsid w:val="00C967F0"/>
    <w:rsid w:val="00CA3281"/>
    <w:rsid w:val="00CD1D06"/>
    <w:rsid w:val="00D23F46"/>
    <w:rsid w:val="00D51F72"/>
    <w:rsid w:val="00D52DC6"/>
    <w:rsid w:val="00D56455"/>
    <w:rsid w:val="00D76BBE"/>
    <w:rsid w:val="00DA13A4"/>
    <w:rsid w:val="00DB0041"/>
    <w:rsid w:val="00DE7E8F"/>
    <w:rsid w:val="00E47491"/>
    <w:rsid w:val="00E75BCC"/>
    <w:rsid w:val="00E75C7C"/>
    <w:rsid w:val="00EC7277"/>
    <w:rsid w:val="00ED0DFC"/>
    <w:rsid w:val="00F30BB5"/>
    <w:rsid w:val="00F854CD"/>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20522"/>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348</TotalTime>
  <Pages>12</Pages>
  <Words>4772</Words>
  <Characters>27204</Characters>
  <Application>Microsoft Office Word</Application>
  <DocSecurity>0</DocSecurity>
  <Lines>226</Lines>
  <Paragraphs>63</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193</cp:revision>
  <dcterms:created xsi:type="dcterms:W3CDTF">2022-09-01T10:45:00Z</dcterms:created>
  <dcterms:modified xsi:type="dcterms:W3CDTF">2023-10-05T07:30:00Z</dcterms:modified>
</cp:coreProperties>
</file>